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FF533A" w14:textId="77777777" w:rsidR="007A1293" w:rsidRDefault="007A1293" w:rsidP="007A1293">
      <w:pPr>
        <w:pStyle w:val="Titul1"/>
      </w:pPr>
      <w:r w:rsidRPr="005D6794">
        <w:t>S</w:t>
      </w:r>
      <w:r>
        <w:t>mlouva o dílo na zhotovení stavby</w:t>
      </w:r>
    </w:p>
    <w:p w14:paraId="6262DD46" w14:textId="77777777" w:rsidR="002C671F" w:rsidRDefault="00F422D3" w:rsidP="008B44C4">
      <w:pPr>
        <w:pStyle w:val="Titul2"/>
        <w:jc w:val="both"/>
      </w:pPr>
      <w:r>
        <w:t xml:space="preserve">Název </w:t>
      </w:r>
      <w:r w:rsidRPr="00BB1390">
        <w:t>zakázky</w:t>
      </w:r>
      <w:r>
        <w:t xml:space="preserve">: </w:t>
      </w:r>
    </w:p>
    <w:p w14:paraId="332B2F4B" w14:textId="04860740" w:rsidR="008B44C4" w:rsidRDefault="008B44C4" w:rsidP="008B44C4">
      <w:pPr>
        <w:pStyle w:val="Titul2"/>
        <w:jc w:val="both"/>
      </w:pPr>
      <w:r w:rsidRPr="007458E2">
        <w:t xml:space="preserve">„Rekonstrukce přejezdu v km 3,448 (P2541) a v km 3,459 (P2542) trati Roudnice nad </w:t>
      </w:r>
      <w:proofErr w:type="gramStart"/>
      <w:r w:rsidRPr="007458E2">
        <w:t xml:space="preserve">Labem - </w:t>
      </w:r>
      <w:proofErr w:type="spellStart"/>
      <w:r w:rsidRPr="007458E2">
        <w:t>Straškov</w:t>
      </w:r>
      <w:proofErr w:type="spellEnd"/>
      <w:proofErr w:type="gramEnd"/>
      <w:r w:rsidRPr="007458E2">
        <w:t>“</w:t>
      </w:r>
    </w:p>
    <w:p w14:paraId="1AC22B83" w14:textId="77777777" w:rsidR="008B44C4" w:rsidRDefault="008B44C4" w:rsidP="008B44C4">
      <w:pPr>
        <w:pStyle w:val="Titul2"/>
        <w:jc w:val="both"/>
      </w:pPr>
      <w:r>
        <w:t>a</w:t>
      </w:r>
    </w:p>
    <w:p w14:paraId="260BFD35" w14:textId="3213A70C" w:rsidR="008B44C4" w:rsidRDefault="008B44C4" w:rsidP="008B44C4">
      <w:pPr>
        <w:pStyle w:val="Titul2"/>
        <w:jc w:val="both"/>
      </w:pPr>
      <w:r>
        <w:t>„</w:t>
      </w:r>
      <w:r w:rsidRPr="00176EF6">
        <w:t xml:space="preserve">Výstavba PZS v km 12,182 (P2553) trati Roudnice nad Labem </w:t>
      </w:r>
      <w:r>
        <w:t>–</w:t>
      </w:r>
      <w:r w:rsidRPr="00176EF6">
        <w:t xml:space="preserve"> </w:t>
      </w:r>
      <w:proofErr w:type="spellStart"/>
      <w:r w:rsidRPr="00176EF6">
        <w:t>Straškov</w:t>
      </w:r>
      <w:proofErr w:type="spellEnd"/>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933408" w:rsidRDefault="00F422D3" w:rsidP="00B42F40">
      <w:pPr>
        <w:pStyle w:val="Textbezodsazen"/>
        <w:spacing w:after="0"/>
      </w:pPr>
      <w:r w:rsidRPr="00933408">
        <w:t xml:space="preserve">zastoupena: Ing. Mojmírem Nejezchlebem, náměstkem GŘ pro modernizaci dráhy </w:t>
      </w:r>
    </w:p>
    <w:p w14:paraId="7D6BB001" w14:textId="77777777" w:rsidR="00F422D3" w:rsidRDefault="00F422D3" w:rsidP="00B42F40">
      <w:pPr>
        <w:pStyle w:val="Textbezodsazen"/>
      </w:pPr>
      <w:r w:rsidRPr="00933408">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0A727181" w:rsidR="00F422D3" w:rsidRDefault="00F422D3" w:rsidP="00B42F40">
      <w:pPr>
        <w:pStyle w:val="Textbezodsazen"/>
      </w:pPr>
      <w:r w:rsidRPr="00B42F40">
        <w:t>Stavební</w:t>
      </w:r>
      <w:r>
        <w:t xml:space="preserve"> správa</w:t>
      </w:r>
      <w:r w:rsidR="00933408">
        <w:t xml:space="preserve"> západ</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4DF28630" w:rsidR="00F422D3" w:rsidRDefault="00F422D3" w:rsidP="00B42F40">
      <w:pPr>
        <w:pStyle w:val="Textbezodsazen"/>
      </w:pPr>
      <w:r>
        <w:t xml:space="preserve">ISPROFOND: </w:t>
      </w:r>
      <w:r w:rsidR="00B44435">
        <w:tab/>
        <w:t>5423530027</w:t>
      </w:r>
    </w:p>
    <w:p w14:paraId="70707A04" w14:textId="0CEBD261" w:rsidR="00B44435" w:rsidRDefault="00B44435" w:rsidP="00B42F40">
      <w:pPr>
        <w:pStyle w:val="Textbezodsazen"/>
      </w:pPr>
      <w:r>
        <w:tab/>
      </w:r>
      <w:r>
        <w:tab/>
        <w:t>5423530062</w:t>
      </w:r>
    </w:p>
    <w:p w14:paraId="22DDDC62" w14:textId="52728632" w:rsidR="00F422D3" w:rsidRDefault="00580539" w:rsidP="00B42F40">
      <w:pPr>
        <w:pStyle w:val="Textbezodsazen"/>
      </w:pPr>
      <w:r>
        <w:t>a</w:t>
      </w:r>
    </w:p>
    <w:p w14:paraId="0B10B5A5" w14:textId="77777777" w:rsidR="00580539" w:rsidRDefault="00580539"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2DF37A6" w14:textId="663FD410" w:rsidR="00192AD6" w:rsidRDefault="003B14E9" w:rsidP="003B14E9">
      <w:pPr>
        <w:pStyle w:val="Text1-1"/>
      </w:pPr>
      <w:r>
        <w:t>NEOBSAZENO</w:t>
      </w:r>
    </w:p>
    <w:p w14:paraId="3866B42C" w14:textId="77777777" w:rsidR="007D26F9" w:rsidRPr="00BC5BDD" w:rsidRDefault="007D26F9" w:rsidP="00BC5BDD">
      <w:pPr>
        <w:pStyle w:val="Nadpis1-1"/>
      </w:pPr>
      <w:r w:rsidRPr="00BC5BDD">
        <w:t>ÚČEL SMLOUVY</w:t>
      </w:r>
    </w:p>
    <w:p w14:paraId="571ABFCB" w14:textId="1534E63F"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A512FE" w:rsidRPr="00A512FE">
        <w:rPr>
          <w:b/>
          <w:bCs/>
        </w:rPr>
        <w:t>61824127</w:t>
      </w:r>
      <w:r>
        <w:t xml:space="preserve"> svůj úmysl zadat veřejnou zakázku</w:t>
      </w:r>
      <w:r w:rsidR="00A349C6">
        <w:t xml:space="preserve"> </w:t>
      </w:r>
      <w:r w:rsidR="00B1080A">
        <w:t xml:space="preserve">na </w:t>
      </w:r>
      <w:r w:rsidR="00B1080A" w:rsidRPr="000F0316">
        <w:t>zhotovení souboru staveb</w:t>
      </w:r>
      <w:r w:rsidR="00B1080A">
        <w:t xml:space="preserve"> </w:t>
      </w:r>
      <w:r w:rsidR="00A349C6">
        <w:t>s </w:t>
      </w:r>
      <w:r>
        <w:t xml:space="preserve">názvem </w:t>
      </w:r>
      <w:r w:rsidR="00095BF0" w:rsidRPr="000F0316">
        <w:rPr>
          <w:b/>
          <w:bCs/>
        </w:rPr>
        <w:t xml:space="preserve">„Rekonstrukce přejezdu v km 3,448 (P2541) a v km 3,459 (P2542) trati Roudnice nad Labem - </w:t>
      </w:r>
      <w:proofErr w:type="spellStart"/>
      <w:r w:rsidR="00095BF0" w:rsidRPr="000F0316">
        <w:rPr>
          <w:b/>
          <w:bCs/>
        </w:rPr>
        <w:t>Straškov</w:t>
      </w:r>
      <w:proofErr w:type="spellEnd"/>
      <w:r w:rsidR="00095BF0" w:rsidRPr="000F0316">
        <w:rPr>
          <w:b/>
          <w:bCs/>
        </w:rPr>
        <w:t>“</w:t>
      </w:r>
      <w:r w:rsidR="004E6C49">
        <w:rPr>
          <w:b/>
          <w:bCs/>
        </w:rPr>
        <w:t xml:space="preserve"> </w:t>
      </w:r>
      <w:r w:rsidR="004E6C49" w:rsidRPr="00313C3C">
        <w:rPr>
          <w:bCs/>
        </w:rPr>
        <w:t xml:space="preserve">(dále také </w:t>
      </w:r>
      <w:r w:rsidR="004E6C49" w:rsidRPr="00A764DE">
        <w:rPr>
          <w:b/>
          <w:bCs/>
        </w:rPr>
        <w:t>„Stavba 1“</w:t>
      </w:r>
      <w:r w:rsidR="004E6C49" w:rsidRPr="00313C3C">
        <w:rPr>
          <w:bCs/>
        </w:rPr>
        <w:t>)</w:t>
      </w:r>
      <w:r w:rsidR="002950DC">
        <w:rPr>
          <w:b/>
          <w:bCs/>
        </w:rPr>
        <w:t xml:space="preserve"> </w:t>
      </w:r>
      <w:r w:rsidR="00095BF0" w:rsidRPr="002950DC">
        <w:rPr>
          <w:b/>
          <w:bCs/>
        </w:rPr>
        <w:t>a</w:t>
      </w:r>
      <w:r w:rsidR="00095BF0">
        <w:t xml:space="preserve"> </w:t>
      </w:r>
      <w:r w:rsidR="002950DC" w:rsidRPr="006D6874">
        <w:rPr>
          <w:b/>
          <w:bCs/>
        </w:rPr>
        <w:t xml:space="preserve">„Výstavba PZS v km 12,182 (P2553) trati Roudnice nad Labem – </w:t>
      </w:r>
      <w:proofErr w:type="spellStart"/>
      <w:r w:rsidR="002950DC" w:rsidRPr="006D6874">
        <w:rPr>
          <w:b/>
          <w:bCs/>
        </w:rPr>
        <w:t>Straškov</w:t>
      </w:r>
      <w:proofErr w:type="spellEnd"/>
      <w:r w:rsidR="002950DC" w:rsidRPr="006D6874">
        <w:rPr>
          <w:b/>
          <w:bCs/>
        </w:rPr>
        <w:t>“</w:t>
      </w:r>
      <w:r w:rsidR="004E6C49">
        <w:rPr>
          <w:b/>
          <w:bCs/>
        </w:rPr>
        <w:t xml:space="preserve"> </w:t>
      </w:r>
      <w:r w:rsidR="004E6C49" w:rsidRPr="00313C3C">
        <w:rPr>
          <w:bCs/>
        </w:rPr>
        <w:t xml:space="preserve">(dále také </w:t>
      </w:r>
      <w:r w:rsidR="004E6C49" w:rsidRPr="00A764DE">
        <w:rPr>
          <w:b/>
          <w:bCs/>
        </w:rPr>
        <w:t>„Stavba 2“</w:t>
      </w:r>
      <w:r w:rsidR="004E6C49" w:rsidRPr="00313C3C">
        <w:rPr>
          <w:bCs/>
        </w:rPr>
        <w:t>)</w:t>
      </w:r>
      <w:r w:rsidR="002950DC" w:rsidRPr="000F0316">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0B20EFD0" w:rsidR="007D26F9" w:rsidRPr="00277103" w:rsidRDefault="007D26F9" w:rsidP="00BC5BDD">
      <w:pPr>
        <w:pStyle w:val="Textbezslovn"/>
        <w:rPr>
          <w:rStyle w:val="Tun"/>
          <w:b w:val="0"/>
          <w:bCs/>
        </w:rPr>
      </w:pPr>
      <w:r w:rsidRPr="00277103">
        <w:rPr>
          <w:b/>
          <w:bCs/>
        </w:rPr>
        <w:t xml:space="preserve">Cena Díla bez DPH: </w:t>
      </w:r>
      <w:r w:rsidRPr="00277103">
        <w:rPr>
          <w:b/>
          <w:bCs/>
        </w:rPr>
        <w:tab/>
      </w:r>
      <w:r w:rsidRPr="00277103">
        <w:rPr>
          <w:rStyle w:val="Tun"/>
          <w:highlight w:val="yellow"/>
        </w:rPr>
        <w:t>"[</w:t>
      </w:r>
      <w:proofErr w:type="gramStart"/>
      <w:r w:rsidRPr="00277103">
        <w:rPr>
          <w:rStyle w:val="Tun"/>
          <w:highlight w:val="yellow"/>
        </w:rPr>
        <w:t>VLOŽÍ</w:t>
      </w:r>
      <w:proofErr w:type="gramEnd"/>
      <w:r w:rsidRPr="00277103">
        <w:rPr>
          <w:rStyle w:val="Tun"/>
          <w:highlight w:val="yellow"/>
        </w:rPr>
        <w:t xml:space="preserve"> ZHOTOVITEL]"</w:t>
      </w:r>
      <w:r w:rsidRPr="00277103">
        <w:rPr>
          <w:rStyle w:val="Tun"/>
        </w:rPr>
        <w:t xml:space="preserve"> Kč</w:t>
      </w:r>
    </w:p>
    <w:p w14:paraId="05BF27F1" w14:textId="487656B4" w:rsidR="007D26F9" w:rsidRDefault="007D26F9" w:rsidP="00BC5BDD">
      <w:pPr>
        <w:pStyle w:val="Textbezslovn"/>
        <w:rPr>
          <w:rStyle w:val="Tun"/>
        </w:rPr>
      </w:pPr>
      <w:r w:rsidRPr="00277103">
        <w:rPr>
          <w:b/>
          <w:bCs/>
        </w:rPr>
        <w:t xml:space="preserve">slovy: </w:t>
      </w:r>
      <w:r w:rsidRPr="00277103">
        <w:rPr>
          <w:b/>
          <w:bCs/>
        </w:rPr>
        <w:tab/>
      </w:r>
      <w:r>
        <w:tab/>
      </w:r>
      <w:r>
        <w:tab/>
      </w:r>
      <w:r w:rsidR="00277103">
        <w:tab/>
      </w:r>
      <w:r w:rsidRPr="007D26F9">
        <w:rPr>
          <w:rStyle w:val="Tun"/>
          <w:highlight w:val="yellow"/>
        </w:rPr>
        <w:t>"[VLOŽÍ ZHOTOVITEL]"</w:t>
      </w:r>
      <w:r w:rsidRPr="007D26F9">
        <w:rPr>
          <w:rStyle w:val="Tun"/>
        </w:rPr>
        <w:t xml:space="preserve"> korun českých</w:t>
      </w:r>
    </w:p>
    <w:p w14:paraId="7EE90B28" w14:textId="7B4CB1DD" w:rsidR="00A764DE" w:rsidRPr="00373D25" w:rsidRDefault="00A764DE" w:rsidP="00BC5BDD">
      <w:pPr>
        <w:pStyle w:val="Textbezslovn"/>
        <w:rPr>
          <w:rStyle w:val="Tun"/>
          <w:b w:val="0"/>
        </w:rPr>
      </w:pPr>
      <w:r w:rsidRPr="00373D25">
        <w:rPr>
          <w:rStyle w:val="Tun"/>
          <w:b w:val="0"/>
        </w:rPr>
        <w:t>z toho</w:t>
      </w:r>
    </w:p>
    <w:p w14:paraId="52DDFEE7" w14:textId="1DD52B6E" w:rsidR="00AA3BF0" w:rsidRDefault="00AA3BF0" w:rsidP="00AA3BF0">
      <w:pPr>
        <w:pStyle w:val="Textbezslovn"/>
      </w:pPr>
      <w:r>
        <w:t xml:space="preserve">Cena Díla </w:t>
      </w:r>
      <w:r w:rsidR="00A764DE">
        <w:t>S</w:t>
      </w:r>
      <w:r>
        <w:t xml:space="preserve">tavby 1 - </w:t>
      </w:r>
      <w:r w:rsidRPr="007C07DB">
        <w:rPr>
          <w:b/>
          <w:bCs/>
        </w:rPr>
        <w:t xml:space="preserve">„Rekonstrukce přejezdu v km 3,448 (P2541) a v km 3,459 (P2542) trati Roudnice nad </w:t>
      </w:r>
      <w:proofErr w:type="gramStart"/>
      <w:r w:rsidRPr="007C07DB">
        <w:rPr>
          <w:b/>
          <w:bCs/>
        </w:rPr>
        <w:t xml:space="preserve">Labem - </w:t>
      </w:r>
      <w:proofErr w:type="spellStart"/>
      <w:r w:rsidRPr="007C07DB">
        <w:rPr>
          <w:b/>
          <w:bCs/>
        </w:rPr>
        <w:t>Straškov</w:t>
      </w:r>
      <w:proofErr w:type="spellEnd"/>
      <w:proofErr w:type="gramEnd"/>
      <w:r w:rsidRPr="007C07DB">
        <w:rPr>
          <w:b/>
          <w:bCs/>
        </w:rPr>
        <w:t>“</w:t>
      </w:r>
    </w:p>
    <w:p w14:paraId="2988CEB1" w14:textId="77777777" w:rsidR="00AA3BF0" w:rsidRDefault="00AA3BF0" w:rsidP="00AA3BF0">
      <w:pPr>
        <w:pStyle w:val="Textbezslovn"/>
      </w:pPr>
      <w:r>
        <w:t xml:space="preserve">(dle přílohy č. 4) bez DPH: </w:t>
      </w:r>
      <w:r>
        <w:tab/>
      </w:r>
      <w:r>
        <w:tab/>
      </w:r>
      <w:r w:rsidRPr="00373D25">
        <w:rPr>
          <w:highlight w:val="yellow"/>
        </w:rPr>
        <w:t>"[VLOŽÍ ZHOTOVITEL]"</w:t>
      </w:r>
      <w:r>
        <w:t xml:space="preserve"> Kč</w:t>
      </w:r>
    </w:p>
    <w:p w14:paraId="006E2FED" w14:textId="77777777" w:rsidR="00AA3BF0" w:rsidRDefault="00AA3BF0" w:rsidP="00AA3BF0">
      <w:pPr>
        <w:pStyle w:val="Textbezslovn"/>
      </w:pPr>
      <w:r>
        <w:t xml:space="preserve">slovy: </w:t>
      </w:r>
      <w:r>
        <w:tab/>
      </w:r>
      <w:r>
        <w:tab/>
      </w:r>
      <w:r>
        <w:tab/>
      </w:r>
      <w:r>
        <w:tab/>
      </w:r>
      <w:r>
        <w:tab/>
      </w:r>
      <w:r w:rsidRPr="00373D25">
        <w:rPr>
          <w:highlight w:val="yellow"/>
        </w:rPr>
        <w:t>"[VLOŽÍ ZHOTOVITEL]"</w:t>
      </w:r>
      <w:r>
        <w:t xml:space="preserve"> korun českých</w:t>
      </w:r>
    </w:p>
    <w:p w14:paraId="1B5F0D72" w14:textId="15EFDBC7" w:rsidR="00374C5A" w:rsidRPr="00DB4332" w:rsidRDefault="00AA3BF0" w:rsidP="00374C5A">
      <w:pPr>
        <w:pStyle w:val="Text2-1"/>
        <w:numPr>
          <w:ilvl w:val="0"/>
          <w:numId w:val="0"/>
        </w:numPr>
        <w:ind w:left="737"/>
      </w:pPr>
      <w:r>
        <w:t xml:space="preserve">Cena Díla </w:t>
      </w:r>
      <w:r w:rsidR="00A764DE">
        <w:t>S</w:t>
      </w:r>
      <w:r>
        <w:t xml:space="preserve">tavby 2 - </w:t>
      </w:r>
      <w:r w:rsidR="00374C5A" w:rsidRPr="006D6874">
        <w:rPr>
          <w:b/>
          <w:bCs/>
        </w:rPr>
        <w:t xml:space="preserve">„Výstavba PZS v km 12,182 (P2553) trati Roudnice nad Labem – </w:t>
      </w:r>
      <w:proofErr w:type="spellStart"/>
      <w:r w:rsidR="00374C5A" w:rsidRPr="006D6874">
        <w:rPr>
          <w:b/>
          <w:bCs/>
        </w:rPr>
        <w:t>Straškov</w:t>
      </w:r>
      <w:proofErr w:type="spellEnd"/>
      <w:r w:rsidR="00374C5A" w:rsidRPr="006D6874">
        <w:rPr>
          <w:b/>
          <w:bCs/>
        </w:rPr>
        <w:t>“</w:t>
      </w:r>
    </w:p>
    <w:p w14:paraId="625D4E37" w14:textId="77777777" w:rsidR="00AA3BF0" w:rsidRDefault="00AA3BF0" w:rsidP="00AA3BF0">
      <w:pPr>
        <w:pStyle w:val="Textbezslovn"/>
      </w:pPr>
      <w:r>
        <w:t xml:space="preserve">(dle přílohy č. 4) bez DPH: </w:t>
      </w:r>
      <w:r>
        <w:tab/>
      </w:r>
      <w:r>
        <w:tab/>
      </w:r>
      <w:r w:rsidRPr="00373D25">
        <w:rPr>
          <w:highlight w:val="yellow"/>
        </w:rPr>
        <w:t>"[VLOŽÍ ZHOTOVITEL]"</w:t>
      </w:r>
      <w:r>
        <w:t xml:space="preserve"> Kč</w:t>
      </w:r>
    </w:p>
    <w:p w14:paraId="308E74FA" w14:textId="77777777" w:rsidR="00AA3BF0" w:rsidRDefault="00AA3BF0" w:rsidP="00AA3BF0">
      <w:pPr>
        <w:pStyle w:val="Textbezslovn"/>
      </w:pPr>
      <w:r>
        <w:t xml:space="preserve">slovy: </w:t>
      </w:r>
      <w:r>
        <w:tab/>
      </w:r>
      <w:r>
        <w:tab/>
      </w:r>
      <w:r>
        <w:tab/>
      </w:r>
      <w:r>
        <w:tab/>
      </w:r>
      <w:r>
        <w:tab/>
      </w:r>
      <w:r w:rsidRPr="00373D25">
        <w:rPr>
          <w:highlight w:val="yellow"/>
        </w:rPr>
        <w:t>"[VLOŽÍ ZHOTOVITEL]"</w:t>
      </w:r>
      <w: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0F5B5D1" w14:textId="77777777" w:rsidR="002213CC" w:rsidRPr="002213CC" w:rsidRDefault="002213CC" w:rsidP="002213CC">
      <w:pPr>
        <w:pStyle w:val="Textbezslovn"/>
        <w:rPr>
          <w:b/>
          <w:bCs/>
        </w:rPr>
      </w:pPr>
      <w:r w:rsidRPr="002213CC">
        <w:rPr>
          <w:b/>
          <w:bCs/>
        </w:rPr>
        <w:t>Fakturace bude prováděna pro každou stavbu samostatně.</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 xml:space="preserve">Příloze </w:t>
      </w:r>
      <w:r>
        <w:lastRenderedPageBreak/>
        <w:t>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1B879FB4" w:rsidR="007D26F9" w:rsidRPr="008F7242" w:rsidRDefault="007D26F9" w:rsidP="00BC5BDD">
      <w:pPr>
        <w:pStyle w:val="Textbezslovn"/>
        <w:rPr>
          <w:rStyle w:val="Tun"/>
        </w:rPr>
      </w:pPr>
      <w:r w:rsidRPr="008F7242">
        <w:rPr>
          <w:rStyle w:val="Tun"/>
        </w:rPr>
        <w:t xml:space="preserve">Celková lhůta pro dokončení Díla činí </w:t>
      </w:r>
      <w:r w:rsidRPr="007A4DA8">
        <w:rPr>
          <w:rStyle w:val="Tun"/>
        </w:rPr>
        <w:t xml:space="preserve">celkem </w:t>
      </w:r>
      <w:r w:rsidR="002C2B62" w:rsidRPr="007A4DA8">
        <w:rPr>
          <w:rStyle w:val="Tun"/>
        </w:rPr>
        <w:t>10</w:t>
      </w:r>
      <w:r w:rsidRPr="007A4DA8">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14:paraId="1B7AB39D" w14:textId="3AC20C09" w:rsidR="007D26F9" w:rsidRDefault="007D26F9" w:rsidP="00BC5BDD">
      <w:pPr>
        <w:pStyle w:val="Textbezslovn"/>
      </w:pPr>
      <w:r>
        <w:t xml:space="preserve">Lhůta pro dokončení stavebních prací činí </w:t>
      </w:r>
      <w:r w:rsidRPr="007A4DA8">
        <w:t xml:space="preserve">celkem </w:t>
      </w:r>
      <w:r w:rsidR="002C2B62" w:rsidRPr="007A4DA8">
        <w:rPr>
          <w:rStyle w:val="Tun"/>
        </w:rPr>
        <w:t>4</w:t>
      </w:r>
      <w:r w:rsidRPr="007A4DA8">
        <w:rPr>
          <w:rStyle w:val="Tun"/>
        </w:rPr>
        <w:t xml:space="preserve"> měsíců</w:t>
      </w:r>
      <w:r w:rsidRPr="007A4DA8">
        <w:t xml:space="preserve"> ode</w:t>
      </w:r>
      <w:r>
        <w:t xml:space="preserv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F2762B">
        <w:t xml:space="preserve">Předání posouzení interoperability, včetně zajištění všech souvisejících dokladů, podle </w:t>
      </w:r>
      <w:proofErr w:type="spellStart"/>
      <w:r w:rsidRPr="00F2762B">
        <w:t>ust</w:t>
      </w:r>
      <w:proofErr w:type="spellEnd"/>
      <w:r w:rsidRPr="00F2762B">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w:t>
      </w:r>
      <w:r w:rsidR="00A349C6">
        <w:lastRenderedPageBreak/>
        <w:t>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0B9B9C4A" w:rsidR="005C6678" w:rsidRPr="008941D9" w:rsidRDefault="005C6678" w:rsidP="00A46584">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1843D2BF" w14:textId="5D05DA6A"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085CFD">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C2A9387" w14:textId="15A5C7F2" w:rsidR="008A3592" w:rsidRDefault="00AF0C67" w:rsidP="004E6C49">
      <w:pPr>
        <w:pStyle w:val="Text1-1"/>
      </w:pPr>
      <w:r>
        <w:t>NEOBSAZENO.</w:t>
      </w:r>
    </w:p>
    <w:p w14:paraId="786A77AF" w14:textId="77777777" w:rsidR="00EA0D88" w:rsidRDefault="00335132" w:rsidP="00EA0D88">
      <w:pPr>
        <w:pStyle w:val="Text1-1"/>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31A476DD" w:rsidR="00311475" w:rsidRDefault="00B75AE9" w:rsidP="00085CFD">
      <w:pPr>
        <w:pStyle w:val="Text1-1"/>
      </w:pPr>
      <w:r>
        <w:t>NEOBSAZENO</w:t>
      </w:r>
      <w:r w:rsidR="00311475">
        <w:t>.</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76001359" w14:textId="11C99D0F" w:rsidR="004D029B" w:rsidRDefault="004D029B" w:rsidP="00AE57B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lastRenderedPageBreak/>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lastRenderedPageBreak/>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77777777" w:rsidR="00CC5DCC" w:rsidRPr="000919AE" w:rsidRDefault="00CC5DCC" w:rsidP="00CC5DC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08D58C37"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rsidRPr="007C3167">
        <w:rPr>
          <w:b/>
          <w:bCs/>
        </w:rPr>
        <w:t>"</w:t>
      </w:r>
      <w:r w:rsidR="00371BAB" w:rsidRPr="007C3167">
        <w:rPr>
          <w:b/>
          <w:bCs/>
        </w:rPr>
        <w:t>OP/R/29/24</w:t>
      </w:r>
      <w:r w:rsidR="00DA3042" w:rsidRPr="007C3167">
        <w:rPr>
          <w:b/>
          <w:bCs/>
        </w:rPr>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62A8814B" w:rsidR="007D26F9" w:rsidRDefault="00F43D42" w:rsidP="00F43D42">
      <w:pPr>
        <w:pStyle w:val="Textbezslovn"/>
        <w:ind w:left="2127"/>
      </w:pPr>
      <w:r>
        <w:t xml:space="preserve">b) </w:t>
      </w:r>
      <w:r w:rsidR="007D26F9">
        <w:t xml:space="preserve">Všeobecné technické podmínky – </w:t>
      </w:r>
      <w:r w:rsidR="00DA3042" w:rsidRPr="007C3167">
        <w:rPr>
          <w:b/>
          <w:bCs/>
        </w:rPr>
        <w:t>"</w:t>
      </w:r>
      <w:r w:rsidR="007C3167" w:rsidRPr="007C3167">
        <w:rPr>
          <w:b/>
          <w:bCs/>
        </w:rPr>
        <w:t>VTP/R/16/22</w:t>
      </w:r>
      <w:r w:rsidR="00DA3042" w:rsidRPr="007C3167">
        <w:rPr>
          <w:b/>
          <w:bCs/>
        </w:rPr>
        <w:t>"</w:t>
      </w:r>
    </w:p>
    <w:p w14:paraId="4A3A2DC0" w14:textId="6A1A2AC1" w:rsidR="007D26F9" w:rsidRDefault="00F43D42" w:rsidP="00F43D42">
      <w:pPr>
        <w:pStyle w:val="Textbezslovn"/>
        <w:ind w:left="2127"/>
      </w:pPr>
      <w:r>
        <w:t xml:space="preserve">c) </w:t>
      </w:r>
      <w:r w:rsidR="007D26F9">
        <w:t xml:space="preserve">Zvláštní technické podmínky </w:t>
      </w:r>
      <w:r w:rsidR="00DA3042" w:rsidRPr="008E6E12">
        <w:rPr>
          <w:b/>
          <w:bCs/>
        </w:rPr>
        <w:t>"</w:t>
      </w:r>
      <w:r w:rsidR="008E6E12" w:rsidRPr="008E6E12">
        <w:rPr>
          <w:b/>
          <w:bCs/>
        </w:rPr>
        <w:t>12. 06. 2024</w:t>
      </w:r>
      <w:r w:rsidR="00DA3042" w:rsidRPr="008E6E12">
        <w:rPr>
          <w:b/>
          <w:bCs/>
        </w:rPr>
        <w:t>"</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413A1182" w:rsidR="007145F3" w:rsidRDefault="003B68FB" w:rsidP="00CB4F6D">
      <w:pPr>
        <w:pStyle w:val="Textbezodsazen"/>
      </w:pPr>
      <w:r w:rsidRPr="007C3167">
        <w:rPr>
          <w:b/>
          <w:bCs/>
        </w:rPr>
        <w:t>"OP/R/29/24"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440F0E4D"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5F25D6" w:rsidRPr="007C3167">
        <w:rPr>
          <w:b/>
          <w:bCs/>
        </w:rPr>
        <w:t>"VTP/R/16/22"</w:t>
      </w:r>
    </w:p>
    <w:p w14:paraId="337F3A4D" w14:textId="7A56969B"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5F25D6" w:rsidRPr="008E6E12">
        <w:rPr>
          <w:b/>
          <w:bCs/>
        </w:rPr>
        <w:t>"12. 06. 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B75861">
      <w:pPr>
        <w:pStyle w:val="Nadpisbezsl1-2"/>
        <w:jc w:val="both"/>
      </w:pPr>
      <w:r w:rsidRPr="001F518E">
        <w:t>Související dokumenty</w:t>
      </w:r>
    </w:p>
    <w:p w14:paraId="72B07C16" w14:textId="01B9E40A" w:rsidR="00EB6951" w:rsidRDefault="00EB6951" w:rsidP="00B75861">
      <w:pPr>
        <w:pStyle w:val="Text2-1"/>
        <w:numPr>
          <w:ilvl w:val="0"/>
          <w:numId w:val="0"/>
        </w:numPr>
        <w:ind w:left="1418" w:hanging="992"/>
      </w:pPr>
      <w:r>
        <w:t>Stavba 1:</w:t>
      </w:r>
      <w:r w:rsidR="000F4B0E">
        <w:tab/>
      </w:r>
      <w:r>
        <w:t>Projektová dokumentace „Rekonstrukce přejezdu v km 3,448 (P2541) a v km 3,459</w:t>
      </w:r>
      <w:r w:rsidR="000F4B0E">
        <w:t xml:space="preserve"> </w:t>
      </w:r>
      <w:r>
        <w:t xml:space="preserve">(P2542) trati Roudnice nad </w:t>
      </w:r>
      <w:proofErr w:type="gramStart"/>
      <w:r>
        <w:t xml:space="preserve">Labem - </w:t>
      </w:r>
      <w:proofErr w:type="spellStart"/>
      <w:r>
        <w:t>Straškov</w:t>
      </w:r>
      <w:proofErr w:type="spellEnd"/>
      <w:proofErr w:type="gramEnd"/>
      <w:r>
        <w:t>“, zpracovatel SUDOP PRAHA a.s., Olšanská 1a, 130 80 Praha 3, IČ: 257 93 349, datum 01/2023.</w:t>
      </w:r>
    </w:p>
    <w:p w14:paraId="464E87F0" w14:textId="7CE5963A" w:rsidR="00B67863" w:rsidRPr="00522EF3" w:rsidRDefault="00B67863" w:rsidP="00B75861">
      <w:pPr>
        <w:pStyle w:val="Text2-1"/>
        <w:numPr>
          <w:ilvl w:val="0"/>
          <w:numId w:val="0"/>
        </w:numPr>
        <w:ind w:left="1418" w:hanging="992"/>
      </w:pPr>
      <w:r>
        <w:t xml:space="preserve">Stavba 1: </w:t>
      </w:r>
      <w:r w:rsidRPr="00522EF3">
        <w:t xml:space="preserve">Schvalovací protokol projektu </w:t>
      </w:r>
      <w:r>
        <w:t xml:space="preserve">– posuzovací část </w:t>
      </w:r>
      <w:r w:rsidRPr="00522EF3">
        <w:t xml:space="preserve">SŽ čj.: 35640/2024 – SŽ – GŘ – </w:t>
      </w:r>
      <w:proofErr w:type="gramStart"/>
      <w:r w:rsidRPr="00522EF3">
        <w:t xml:space="preserve">O6 - </w:t>
      </w:r>
      <w:proofErr w:type="spellStart"/>
      <w:r w:rsidRPr="00522EF3">
        <w:t>Hlo</w:t>
      </w:r>
      <w:proofErr w:type="spellEnd"/>
      <w:proofErr w:type="gramEnd"/>
      <w:r w:rsidRPr="00522EF3">
        <w:t xml:space="preserve"> ze dne 4. 6. 2024</w:t>
      </w:r>
    </w:p>
    <w:p w14:paraId="4DC1EC6F" w14:textId="77777777" w:rsidR="00B67863" w:rsidRDefault="00B67863" w:rsidP="00B75861">
      <w:pPr>
        <w:pStyle w:val="Text2-1"/>
        <w:numPr>
          <w:ilvl w:val="0"/>
          <w:numId w:val="0"/>
        </w:numPr>
        <w:ind w:left="737" w:hanging="311"/>
      </w:pPr>
      <w:r>
        <w:t xml:space="preserve">Stavba 1: </w:t>
      </w:r>
      <w:r w:rsidRPr="009B6263">
        <w:t>Stavební povolení čj.: DUCR-12435/23/</w:t>
      </w:r>
      <w:proofErr w:type="spellStart"/>
      <w:r w:rsidRPr="009B6263">
        <w:t>Ce</w:t>
      </w:r>
      <w:proofErr w:type="spellEnd"/>
      <w:r w:rsidRPr="009B6263">
        <w:t xml:space="preserve"> ze dne 6. 3. 2023 </w:t>
      </w:r>
    </w:p>
    <w:p w14:paraId="0E7D8934" w14:textId="57E756A3" w:rsidR="00B67863" w:rsidRDefault="004130B6" w:rsidP="00B75861">
      <w:pPr>
        <w:pStyle w:val="Text2-1"/>
        <w:numPr>
          <w:ilvl w:val="0"/>
          <w:numId w:val="0"/>
        </w:numPr>
        <w:ind w:left="737"/>
      </w:pPr>
      <w:r>
        <w:t>----------------------------------------------------------------------------------------------</w:t>
      </w:r>
    </w:p>
    <w:p w14:paraId="5614B29B" w14:textId="77777777" w:rsidR="00EB6951" w:rsidRDefault="00EB6951" w:rsidP="00B75861">
      <w:pPr>
        <w:pStyle w:val="Text2-1"/>
        <w:numPr>
          <w:ilvl w:val="0"/>
          <w:numId w:val="0"/>
        </w:numPr>
        <w:ind w:left="1418" w:hanging="992"/>
      </w:pPr>
      <w:r>
        <w:t xml:space="preserve">Stavba 2: </w:t>
      </w:r>
      <w:r w:rsidRPr="00D13C4E">
        <w:t xml:space="preserve">Projektová dokumentace „Výstavba PZS v km 12,182 (P2553) trati Roudnice nad </w:t>
      </w:r>
      <w:proofErr w:type="gramStart"/>
      <w:r w:rsidRPr="00D13C4E">
        <w:t xml:space="preserve">Labem - </w:t>
      </w:r>
      <w:proofErr w:type="spellStart"/>
      <w:r w:rsidRPr="00D13C4E">
        <w:t>Straškov</w:t>
      </w:r>
      <w:proofErr w:type="spellEnd"/>
      <w:proofErr w:type="gramEnd"/>
      <w:r w:rsidRPr="00D13C4E">
        <w:t>“, zpracovatel SUDOP PRAHA a.s., Olšanská 1a, 130 80 Praha 3, IČ:</w:t>
      </w:r>
      <w:r>
        <w:t> </w:t>
      </w:r>
      <w:r w:rsidRPr="00D13C4E">
        <w:t>257 93 349, datum 09/2022.</w:t>
      </w:r>
    </w:p>
    <w:p w14:paraId="21DDB004" w14:textId="31958EC3" w:rsidR="00B67863" w:rsidRPr="001C57F4" w:rsidRDefault="00B67863" w:rsidP="00B75861">
      <w:pPr>
        <w:pStyle w:val="Text2-1"/>
        <w:numPr>
          <w:ilvl w:val="0"/>
          <w:numId w:val="0"/>
        </w:numPr>
        <w:ind w:left="1418" w:hanging="992"/>
      </w:pPr>
      <w:r>
        <w:t xml:space="preserve">Stavba 2: </w:t>
      </w:r>
      <w:r w:rsidRPr="001C57F4">
        <w:t xml:space="preserve">Schvalovací protokol projektu </w:t>
      </w:r>
      <w:r w:rsidR="000F4B0E">
        <w:t xml:space="preserve">– posuzovací část </w:t>
      </w:r>
      <w:r w:rsidRPr="001C57F4">
        <w:t xml:space="preserve">SŽ čj.: 35104/2024 – SŽ – O6 – </w:t>
      </w:r>
      <w:proofErr w:type="spellStart"/>
      <w:r w:rsidRPr="001C57F4">
        <w:t>Hlo</w:t>
      </w:r>
      <w:proofErr w:type="spellEnd"/>
      <w:r w:rsidRPr="001C57F4">
        <w:t xml:space="preserve"> ze dne 29. 5. 2024</w:t>
      </w:r>
    </w:p>
    <w:p w14:paraId="50B65834" w14:textId="77777777" w:rsidR="00B67863" w:rsidRPr="000343DE" w:rsidRDefault="00B67863" w:rsidP="00B75861">
      <w:pPr>
        <w:pStyle w:val="Text2-1"/>
        <w:numPr>
          <w:ilvl w:val="0"/>
          <w:numId w:val="0"/>
        </w:numPr>
        <w:tabs>
          <w:tab w:val="left" w:pos="1418"/>
        </w:tabs>
        <w:ind w:left="737" w:hanging="311"/>
      </w:pPr>
      <w:r>
        <w:t xml:space="preserve">Stavba 2: </w:t>
      </w:r>
      <w:r w:rsidRPr="000343DE">
        <w:t>Stavební povolení čj.: DUCR-5894/23/</w:t>
      </w:r>
      <w:proofErr w:type="spellStart"/>
      <w:r w:rsidRPr="000343DE">
        <w:t>Ce</w:t>
      </w:r>
      <w:proofErr w:type="spellEnd"/>
      <w:r w:rsidRPr="000343DE">
        <w:t xml:space="preserve"> ze dne 30. 1. 2023</w:t>
      </w:r>
    </w:p>
    <w:p w14:paraId="7E62990E" w14:textId="41CB2EB2" w:rsidR="00B67863" w:rsidRPr="000343DE" w:rsidRDefault="00B67863" w:rsidP="00B75861">
      <w:pPr>
        <w:pStyle w:val="Text2-1"/>
        <w:numPr>
          <w:ilvl w:val="0"/>
          <w:numId w:val="0"/>
        </w:numPr>
        <w:ind w:left="1418" w:hanging="992"/>
      </w:pPr>
      <w:r>
        <w:t>Stavba 2:</w:t>
      </w:r>
      <w:r w:rsidR="00595DC3">
        <w:tab/>
      </w:r>
      <w:r w:rsidR="00651611" w:rsidRPr="00651611">
        <w:t>Veřejná vyhláška opatření obecné povahy: Zrušení železničního přejezdu čj. MURCE/6577/2023 ze dne 28. 12. 2022</w:t>
      </w:r>
    </w:p>
    <w:p w14:paraId="7E4A47EE" w14:textId="77777777" w:rsidR="00B67863" w:rsidRDefault="00B67863" w:rsidP="00EB6951">
      <w:pPr>
        <w:pStyle w:val="Text2-1"/>
        <w:numPr>
          <w:ilvl w:val="0"/>
          <w:numId w:val="0"/>
        </w:numPr>
        <w:ind w:left="737" w:hanging="28"/>
      </w:pPr>
    </w:p>
    <w:p w14:paraId="4B18724E" w14:textId="77777777" w:rsidR="00EB6951" w:rsidRPr="000C2B01" w:rsidRDefault="00EB6951" w:rsidP="00EB6951">
      <w:pPr>
        <w:pStyle w:val="Odrka1-1"/>
        <w:numPr>
          <w:ilvl w:val="0"/>
          <w:numId w:val="0"/>
        </w:numPr>
        <w:ind w:left="1077" w:hanging="340"/>
      </w:pP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57681E22" w:rsidR="00A0271B" w:rsidRPr="000C2B01" w:rsidRDefault="00A0271B" w:rsidP="00A0271B">
      <w:pPr>
        <w:pStyle w:val="Textbezodsazen"/>
      </w:pPr>
      <w:r w:rsidRPr="009A12BD">
        <w:t>Do přílohy smlouvy bude vložena tabulka Rekapitulace ceny dle PS a SO vyexportovaná z předložené nabídky oceněného Soupisu prací</w:t>
      </w:r>
      <w:r w:rsidR="00852368">
        <w:t xml:space="preserv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611C44DD" w14:textId="77777777" w:rsidR="00165977" w:rsidRPr="00F95FBD" w:rsidRDefault="00165977" w:rsidP="00165977">
      <w:pPr>
        <w:pStyle w:val="Tabulka"/>
      </w:pPr>
    </w:p>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2DA22A6A"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D7867E" w14:textId="77777777" w:rsidR="00D53DA5" w:rsidRPr="00F95FBD" w:rsidRDefault="00D53DA5"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BB2B7C" w14:textId="77777777" w:rsidR="007C5289" w:rsidRDefault="007C5289" w:rsidP="007C5289">
      <w:pPr>
        <w:pStyle w:val="Tabulka"/>
      </w:pPr>
    </w:p>
    <w:p w14:paraId="047FD22C" w14:textId="77777777" w:rsidR="007C5289" w:rsidRPr="00F95FBD" w:rsidRDefault="007C5289" w:rsidP="007C5289">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lastRenderedPageBreak/>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53DA5">
              <w:t>Minimálně 100 mil. Kč na jednu pojistnou událost</w:t>
            </w:r>
            <w:r w:rsidR="00A349C6" w:rsidRPr="00D53DA5">
              <w:t xml:space="preserve"> a </w:t>
            </w:r>
            <w:r w:rsidRPr="00D53DA5">
              <w:t>200 mil. Kč</w:t>
            </w:r>
            <w:r w:rsidR="00A349C6" w:rsidRPr="00D53DA5">
              <w:t xml:space="preserve"> v </w:t>
            </w:r>
            <w:r w:rsidRPr="00D53DA5">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0"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0"/>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A76BE" w14:textId="77777777" w:rsidR="00142666" w:rsidRDefault="00142666" w:rsidP="00962258">
      <w:pPr>
        <w:spacing w:after="0" w:line="240" w:lineRule="auto"/>
      </w:pPr>
      <w:r>
        <w:separator/>
      </w:r>
    </w:p>
  </w:endnote>
  <w:endnote w:type="continuationSeparator" w:id="0">
    <w:p w14:paraId="0CBE5BAE" w14:textId="77777777" w:rsidR="00142666" w:rsidRDefault="001426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51F7CEFE" w14:textId="77777777" w:rsidTr="00F13FDA">
      <w:tc>
        <w:tcPr>
          <w:tcW w:w="1021" w:type="dxa"/>
          <w:vAlign w:val="bottom"/>
        </w:tcPr>
        <w:p w14:paraId="55BC2842" w14:textId="77777777" w:rsidR="004E6C49" w:rsidRPr="00B8518B" w:rsidRDefault="004E6C49"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4E6C49" w:rsidRDefault="004E6C49" w:rsidP="00F13FDA">
          <w:pPr>
            <w:pStyle w:val="Zpatvlevo"/>
          </w:pPr>
          <w:r w:rsidRPr="00B41CFD">
            <w:t>Smlouva o dílo</w:t>
          </w:r>
        </w:p>
        <w:p w14:paraId="6701FA9A" w14:textId="77777777" w:rsidR="004E6C49" w:rsidRPr="003462EB" w:rsidRDefault="004E6C49" w:rsidP="00F13FDA">
          <w:pPr>
            <w:pStyle w:val="Zpatvlevo"/>
          </w:pPr>
          <w:r w:rsidRPr="00B41CFD">
            <w:t>Zhotovení stavby</w:t>
          </w:r>
        </w:p>
      </w:tc>
    </w:tr>
  </w:tbl>
  <w:p w14:paraId="2ACCD971" w14:textId="77777777" w:rsidR="004E6C49" w:rsidRPr="00F13FDA" w:rsidRDefault="004E6C4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6B39BC4D" w14:textId="77777777" w:rsidTr="00F13FDA">
      <w:tc>
        <w:tcPr>
          <w:tcW w:w="1021" w:type="dxa"/>
          <w:vAlign w:val="bottom"/>
        </w:tcPr>
        <w:p w14:paraId="6C2CD906" w14:textId="77777777" w:rsidR="004E6C49" w:rsidRPr="00B8518B" w:rsidRDefault="004E6C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4E6C49" w:rsidRPr="00DD4862" w:rsidRDefault="004E6C49" w:rsidP="00F13FDA">
          <w:pPr>
            <w:pStyle w:val="Zpatvlevo"/>
            <w:rPr>
              <w:b/>
            </w:rPr>
          </w:pPr>
          <w:r>
            <w:rPr>
              <w:b/>
            </w:rPr>
            <w:t>Příloha č. 4</w:t>
          </w:r>
        </w:p>
        <w:p w14:paraId="6E0E5A82" w14:textId="77777777" w:rsidR="004E6C49" w:rsidRDefault="004E6C49" w:rsidP="00F13FDA">
          <w:pPr>
            <w:pStyle w:val="Zpatvlevo"/>
          </w:pPr>
          <w:r w:rsidRPr="00B41CFD">
            <w:t>Smlouva o dílo</w:t>
          </w:r>
        </w:p>
        <w:p w14:paraId="37B30E56" w14:textId="77777777" w:rsidR="004E6C49" w:rsidRPr="003462EB" w:rsidRDefault="004E6C49" w:rsidP="00F13FDA">
          <w:pPr>
            <w:pStyle w:val="Zpatvlevo"/>
          </w:pPr>
          <w:r w:rsidRPr="00B41CFD">
            <w:t>Zhotovení stavby</w:t>
          </w:r>
        </w:p>
      </w:tc>
    </w:tr>
  </w:tbl>
  <w:p w14:paraId="20F9C59E" w14:textId="77777777" w:rsidR="004E6C49" w:rsidRPr="00F13FDA" w:rsidRDefault="004E6C4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53812664" w14:textId="77777777" w:rsidTr="00A0271B">
      <w:tc>
        <w:tcPr>
          <w:tcW w:w="0" w:type="auto"/>
          <w:tcMar>
            <w:left w:w="0" w:type="dxa"/>
            <w:right w:w="0" w:type="dxa"/>
          </w:tcMar>
          <w:vAlign w:val="bottom"/>
        </w:tcPr>
        <w:p w14:paraId="26EC451D" w14:textId="77777777" w:rsidR="004E6C49" w:rsidRPr="00DD4862" w:rsidRDefault="004E6C49" w:rsidP="00A0271B">
          <w:pPr>
            <w:pStyle w:val="Zpatvpravo"/>
            <w:rPr>
              <w:b/>
            </w:rPr>
          </w:pPr>
          <w:r w:rsidRPr="00DD4862">
            <w:rPr>
              <w:b/>
            </w:rPr>
            <w:t xml:space="preserve">Příloha č. </w:t>
          </w:r>
          <w:r>
            <w:rPr>
              <w:b/>
            </w:rPr>
            <w:t>4</w:t>
          </w:r>
        </w:p>
        <w:p w14:paraId="51242973" w14:textId="77777777" w:rsidR="004E6C49" w:rsidRPr="003462EB" w:rsidRDefault="004E6C49" w:rsidP="00A0271B">
          <w:pPr>
            <w:pStyle w:val="Zpatvpravo"/>
          </w:pPr>
          <w:r>
            <w:t>Smlouva o dílo</w:t>
          </w:r>
        </w:p>
        <w:p w14:paraId="7356F84A" w14:textId="77777777" w:rsidR="004E6C49" w:rsidRPr="003462EB" w:rsidRDefault="004E6C49" w:rsidP="00A0271B">
          <w:pPr>
            <w:pStyle w:val="Zpatvpravo"/>
            <w:rPr>
              <w:rStyle w:val="slostrnky"/>
              <w:b w:val="0"/>
              <w:color w:val="auto"/>
              <w:sz w:val="12"/>
            </w:rPr>
          </w:pPr>
          <w:r w:rsidRPr="003462EB">
            <w:t xml:space="preserve">Zhotovení stavby </w:t>
          </w:r>
        </w:p>
      </w:tc>
      <w:tc>
        <w:tcPr>
          <w:tcW w:w="1021" w:type="dxa"/>
          <w:vAlign w:val="bottom"/>
        </w:tcPr>
        <w:p w14:paraId="6A803514" w14:textId="44D2CCC2" w:rsidR="004E6C49" w:rsidRPr="009E09BE" w:rsidRDefault="004E6C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DC3">
            <w:rPr>
              <w:rStyle w:val="slostrnky"/>
              <w:noProof/>
            </w:rPr>
            <w:t>1</w:t>
          </w:r>
          <w:r>
            <w:rPr>
              <w:rStyle w:val="slostrnky"/>
            </w:rPr>
            <w:fldChar w:fldCharType="end"/>
          </w:r>
        </w:p>
      </w:tc>
    </w:tr>
  </w:tbl>
  <w:p w14:paraId="1CAABA46" w14:textId="77777777" w:rsidR="004E6C49" w:rsidRPr="00B8518B" w:rsidRDefault="004E6C4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01206E17" w14:textId="77777777" w:rsidTr="00F13FDA">
      <w:tc>
        <w:tcPr>
          <w:tcW w:w="1021" w:type="dxa"/>
          <w:vAlign w:val="bottom"/>
        </w:tcPr>
        <w:p w14:paraId="393C3762" w14:textId="77777777" w:rsidR="004E6C49" w:rsidRPr="00B8518B" w:rsidRDefault="004E6C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4E6C49" w:rsidRPr="00DD4862" w:rsidRDefault="004E6C49" w:rsidP="00F13FDA">
          <w:pPr>
            <w:pStyle w:val="Zpatvlevo"/>
            <w:rPr>
              <w:b/>
            </w:rPr>
          </w:pPr>
          <w:r>
            <w:rPr>
              <w:b/>
            </w:rPr>
            <w:t>Příloha č. 5</w:t>
          </w:r>
        </w:p>
        <w:p w14:paraId="75E9D0A7" w14:textId="77777777" w:rsidR="004E6C49" w:rsidRDefault="004E6C49" w:rsidP="00F13FDA">
          <w:pPr>
            <w:pStyle w:val="Zpatvlevo"/>
          </w:pPr>
          <w:r w:rsidRPr="00B41CFD">
            <w:t>Smlouva o dílo</w:t>
          </w:r>
        </w:p>
        <w:p w14:paraId="25F69E37" w14:textId="77777777" w:rsidR="004E6C49" w:rsidRPr="003462EB" w:rsidRDefault="004E6C49" w:rsidP="00F13FDA">
          <w:pPr>
            <w:pStyle w:val="Zpatvlevo"/>
          </w:pPr>
          <w:r w:rsidRPr="00B41CFD">
            <w:t>Zhotovení stavby</w:t>
          </w:r>
        </w:p>
      </w:tc>
    </w:tr>
  </w:tbl>
  <w:p w14:paraId="542C0E1E" w14:textId="77777777" w:rsidR="004E6C49" w:rsidRPr="00F13FDA" w:rsidRDefault="004E6C4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66B32B3C" w14:textId="77777777" w:rsidTr="00A0271B">
      <w:tc>
        <w:tcPr>
          <w:tcW w:w="0" w:type="auto"/>
          <w:tcMar>
            <w:left w:w="0" w:type="dxa"/>
            <w:right w:w="0" w:type="dxa"/>
          </w:tcMar>
          <w:vAlign w:val="bottom"/>
        </w:tcPr>
        <w:p w14:paraId="15980196" w14:textId="77777777" w:rsidR="004E6C49" w:rsidRPr="00DD4862" w:rsidRDefault="004E6C49" w:rsidP="00A0271B">
          <w:pPr>
            <w:pStyle w:val="Zpatvpravo"/>
            <w:rPr>
              <w:b/>
            </w:rPr>
          </w:pPr>
          <w:r w:rsidRPr="00DD4862">
            <w:rPr>
              <w:b/>
            </w:rPr>
            <w:t xml:space="preserve">Příloha č. </w:t>
          </w:r>
          <w:r>
            <w:rPr>
              <w:b/>
            </w:rPr>
            <w:t>5</w:t>
          </w:r>
        </w:p>
        <w:p w14:paraId="0381A5DF" w14:textId="77777777" w:rsidR="004E6C49" w:rsidRPr="003462EB" w:rsidRDefault="004E6C49" w:rsidP="00A0271B">
          <w:pPr>
            <w:pStyle w:val="Zpatvpravo"/>
          </w:pPr>
          <w:r>
            <w:t>Smlouva o dílo</w:t>
          </w:r>
        </w:p>
        <w:p w14:paraId="1FC50F57" w14:textId="77777777" w:rsidR="004E6C49" w:rsidRPr="003462EB" w:rsidRDefault="004E6C49" w:rsidP="00A0271B">
          <w:pPr>
            <w:pStyle w:val="Zpatvpravo"/>
            <w:rPr>
              <w:rStyle w:val="slostrnky"/>
              <w:b w:val="0"/>
              <w:color w:val="auto"/>
              <w:sz w:val="12"/>
            </w:rPr>
          </w:pPr>
          <w:r w:rsidRPr="003462EB">
            <w:t xml:space="preserve">Zhotovení stavby </w:t>
          </w:r>
        </w:p>
      </w:tc>
      <w:tc>
        <w:tcPr>
          <w:tcW w:w="1021" w:type="dxa"/>
          <w:vAlign w:val="bottom"/>
        </w:tcPr>
        <w:p w14:paraId="65EA4057" w14:textId="2527DCF2" w:rsidR="004E6C49" w:rsidRPr="009E09BE" w:rsidRDefault="004E6C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DC3">
            <w:rPr>
              <w:rStyle w:val="slostrnky"/>
              <w:noProof/>
            </w:rPr>
            <w:t>1</w:t>
          </w:r>
          <w:r>
            <w:rPr>
              <w:rStyle w:val="slostrnky"/>
            </w:rPr>
            <w:fldChar w:fldCharType="end"/>
          </w:r>
        </w:p>
      </w:tc>
    </w:tr>
  </w:tbl>
  <w:p w14:paraId="028E90A4" w14:textId="77777777" w:rsidR="004E6C49" w:rsidRPr="00B8518B" w:rsidRDefault="004E6C4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11F5A136" w14:textId="77777777" w:rsidTr="00F13FDA">
      <w:tc>
        <w:tcPr>
          <w:tcW w:w="1021" w:type="dxa"/>
          <w:vAlign w:val="bottom"/>
        </w:tcPr>
        <w:p w14:paraId="75B5241C" w14:textId="4C47304A" w:rsidR="004E6C49" w:rsidRPr="00B8518B" w:rsidRDefault="004E6C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95DC3">
            <w:rPr>
              <w:rStyle w:val="slostrnky"/>
              <w:noProof/>
            </w:rPr>
            <w:t>4</w:t>
          </w:r>
          <w:r>
            <w:rPr>
              <w:rStyle w:val="slostrnky"/>
            </w:rPr>
            <w:fldChar w:fldCharType="end"/>
          </w:r>
        </w:p>
      </w:tc>
      <w:tc>
        <w:tcPr>
          <w:tcW w:w="0" w:type="auto"/>
          <w:vAlign w:val="bottom"/>
        </w:tcPr>
        <w:p w14:paraId="41372AE0" w14:textId="77777777" w:rsidR="004E6C49" w:rsidRPr="00DD4862" w:rsidRDefault="004E6C49" w:rsidP="00F13FDA">
          <w:pPr>
            <w:pStyle w:val="Zpatvlevo"/>
            <w:rPr>
              <w:b/>
            </w:rPr>
          </w:pPr>
          <w:r>
            <w:rPr>
              <w:b/>
            </w:rPr>
            <w:t>Příloha č. 6</w:t>
          </w:r>
        </w:p>
        <w:p w14:paraId="7C74B202" w14:textId="77777777" w:rsidR="004E6C49" w:rsidRDefault="004E6C49" w:rsidP="00F13FDA">
          <w:pPr>
            <w:pStyle w:val="Zpatvlevo"/>
          </w:pPr>
          <w:r w:rsidRPr="00B41CFD">
            <w:t>Smlouva o dílo</w:t>
          </w:r>
        </w:p>
        <w:p w14:paraId="23DDE061" w14:textId="77777777" w:rsidR="004E6C49" w:rsidRPr="003462EB" w:rsidRDefault="004E6C49" w:rsidP="00F13FDA">
          <w:pPr>
            <w:pStyle w:val="Zpatvlevo"/>
          </w:pPr>
          <w:r w:rsidRPr="00B41CFD">
            <w:t>Zhotovení stavby</w:t>
          </w:r>
        </w:p>
      </w:tc>
    </w:tr>
  </w:tbl>
  <w:p w14:paraId="17366265" w14:textId="77777777" w:rsidR="004E6C49" w:rsidRPr="00F13FDA" w:rsidRDefault="004E6C4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609F08CD" w14:textId="77777777" w:rsidTr="00A0271B">
      <w:tc>
        <w:tcPr>
          <w:tcW w:w="0" w:type="auto"/>
          <w:tcMar>
            <w:left w:w="0" w:type="dxa"/>
            <w:right w:w="0" w:type="dxa"/>
          </w:tcMar>
          <w:vAlign w:val="bottom"/>
        </w:tcPr>
        <w:p w14:paraId="17200F58" w14:textId="77777777" w:rsidR="004E6C49" w:rsidRPr="00DD4862" w:rsidRDefault="004E6C49" w:rsidP="00A0271B">
          <w:pPr>
            <w:pStyle w:val="Zpatvpravo"/>
            <w:rPr>
              <w:b/>
            </w:rPr>
          </w:pPr>
          <w:r w:rsidRPr="00DD4862">
            <w:rPr>
              <w:b/>
            </w:rPr>
            <w:t xml:space="preserve">Příloha č. </w:t>
          </w:r>
          <w:r>
            <w:rPr>
              <w:b/>
            </w:rPr>
            <w:t>6</w:t>
          </w:r>
        </w:p>
        <w:p w14:paraId="43F95B3D" w14:textId="77777777" w:rsidR="004E6C49" w:rsidRPr="003462EB" w:rsidRDefault="004E6C49" w:rsidP="00A0271B">
          <w:pPr>
            <w:pStyle w:val="Zpatvpravo"/>
          </w:pPr>
          <w:r>
            <w:t>Smlouva o dílo</w:t>
          </w:r>
        </w:p>
        <w:p w14:paraId="502E1CCF" w14:textId="77777777" w:rsidR="004E6C49" w:rsidRPr="003462EB" w:rsidRDefault="004E6C49" w:rsidP="00A0271B">
          <w:pPr>
            <w:pStyle w:val="Zpatvpravo"/>
            <w:rPr>
              <w:rStyle w:val="slostrnky"/>
              <w:b w:val="0"/>
              <w:color w:val="auto"/>
              <w:sz w:val="12"/>
            </w:rPr>
          </w:pPr>
          <w:r w:rsidRPr="003462EB">
            <w:t xml:space="preserve">Zhotovení stavby </w:t>
          </w:r>
        </w:p>
      </w:tc>
      <w:tc>
        <w:tcPr>
          <w:tcW w:w="1021" w:type="dxa"/>
          <w:vAlign w:val="bottom"/>
        </w:tcPr>
        <w:p w14:paraId="14140F63" w14:textId="17C3746E" w:rsidR="004E6C49" w:rsidRPr="009E09BE" w:rsidRDefault="004E6C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DC3">
            <w:rPr>
              <w:rStyle w:val="slostrnky"/>
              <w:noProof/>
            </w:rPr>
            <w:t>4</w:t>
          </w:r>
          <w:r>
            <w:rPr>
              <w:rStyle w:val="slostrnky"/>
            </w:rPr>
            <w:fldChar w:fldCharType="end"/>
          </w:r>
        </w:p>
      </w:tc>
    </w:tr>
  </w:tbl>
  <w:p w14:paraId="50219762" w14:textId="77777777" w:rsidR="004E6C49" w:rsidRPr="00B8518B" w:rsidRDefault="004E6C4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36A04682" w14:textId="77777777" w:rsidTr="00F13FDA">
      <w:tc>
        <w:tcPr>
          <w:tcW w:w="1021" w:type="dxa"/>
          <w:vAlign w:val="bottom"/>
        </w:tcPr>
        <w:p w14:paraId="01A5C52F" w14:textId="77777777" w:rsidR="004E6C49" w:rsidRPr="00B8518B" w:rsidRDefault="004E6C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4E6C49" w:rsidRPr="00DD4862" w:rsidRDefault="004E6C49" w:rsidP="00F13FDA">
          <w:pPr>
            <w:pStyle w:val="Zpatvlevo"/>
            <w:rPr>
              <w:b/>
            </w:rPr>
          </w:pPr>
          <w:r>
            <w:rPr>
              <w:b/>
            </w:rPr>
            <w:t>Příloha č. 7</w:t>
          </w:r>
        </w:p>
        <w:p w14:paraId="097C35FE" w14:textId="77777777" w:rsidR="004E6C49" w:rsidRDefault="004E6C49" w:rsidP="00F13FDA">
          <w:pPr>
            <w:pStyle w:val="Zpatvlevo"/>
          </w:pPr>
          <w:r w:rsidRPr="00B41CFD">
            <w:t>Smlouva o dílo</w:t>
          </w:r>
        </w:p>
        <w:p w14:paraId="7D300798" w14:textId="77777777" w:rsidR="004E6C49" w:rsidRPr="003462EB" w:rsidRDefault="004E6C49" w:rsidP="00F13FDA">
          <w:pPr>
            <w:pStyle w:val="Zpatvlevo"/>
          </w:pPr>
          <w:r w:rsidRPr="00B41CFD">
            <w:t>Zhotovení stavby</w:t>
          </w:r>
        </w:p>
      </w:tc>
    </w:tr>
  </w:tbl>
  <w:p w14:paraId="3DBDBF78" w14:textId="77777777" w:rsidR="004E6C49" w:rsidRPr="00F13FDA" w:rsidRDefault="004E6C4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31C9DD7E" w14:textId="77777777" w:rsidTr="00A0271B">
      <w:tc>
        <w:tcPr>
          <w:tcW w:w="0" w:type="auto"/>
          <w:tcMar>
            <w:left w:w="0" w:type="dxa"/>
            <w:right w:w="0" w:type="dxa"/>
          </w:tcMar>
          <w:vAlign w:val="bottom"/>
        </w:tcPr>
        <w:p w14:paraId="1A516779" w14:textId="77777777" w:rsidR="004E6C49" w:rsidRPr="00DD4862" w:rsidRDefault="004E6C49" w:rsidP="00A0271B">
          <w:pPr>
            <w:pStyle w:val="Zpatvpravo"/>
            <w:rPr>
              <w:b/>
            </w:rPr>
          </w:pPr>
          <w:r w:rsidRPr="00DD4862">
            <w:rPr>
              <w:b/>
            </w:rPr>
            <w:t xml:space="preserve">Příloha č. </w:t>
          </w:r>
          <w:r>
            <w:rPr>
              <w:b/>
            </w:rPr>
            <w:t>7</w:t>
          </w:r>
        </w:p>
        <w:p w14:paraId="3FFB4933" w14:textId="77777777" w:rsidR="004E6C49" w:rsidRPr="003462EB" w:rsidRDefault="004E6C49" w:rsidP="00A0271B">
          <w:pPr>
            <w:pStyle w:val="Zpatvpravo"/>
          </w:pPr>
          <w:r>
            <w:t>Smlouva o dílo</w:t>
          </w:r>
        </w:p>
        <w:p w14:paraId="263404DE" w14:textId="77777777" w:rsidR="004E6C49" w:rsidRPr="003462EB" w:rsidRDefault="004E6C49" w:rsidP="00A0271B">
          <w:pPr>
            <w:pStyle w:val="Zpatvpravo"/>
            <w:rPr>
              <w:rStyle w:val="slostrnky"/>
              <w:b w:val="0"/>
              <w:color w:val="auto"/>
              <w:sz w:val="12"/>
            </w:rPr>
          </w:pPr>
          <w:r w:rsidRPr="003462EB">
            <w:t xml:space="preserve">Zhotovení stavby </w:t>
          </w:r>
        </w:p>
      </w:tc>
      <w:tc>
        <w:tcPr>
          <w:tcW w:w="1021" w:type="dxa"/>
          <w:vAlign w:val="bottom"/>
        </w:tcPr>
        <w:p w14:paraId="34AB7C3C" w14:textId="3CD525A6" w:rsidR="004E6C49" w:rsidRPr="009E09BE" w:rsidRDefault="004E6C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DC3">
            <w:rPr>
              <w:rStyle w:val="slostrnky"/>
              <w:noProof/>
            </w:rPr>
            <w:t>1</w:t>
          </w:r>
          <w:r>
            <w:rPr>
              <w:rStyle w:val="slostrnky"/>
            </w:rPr>
            <w:fldChar w:fldCharType="end"/>
          </w:r>
        </w:p>
      </w:tc>
    </w:tr>
  </w:tbl>
  <w:p w14:paraId="2843007E" w14:textId="77777777" w:rsidR="004E6C49" w:rsidRPr="00B8518B" w:rsidRDefault="004E6C4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2DB4C449" w14:textId="77777777" w:rsidTr="00F13FDA">
      <w:tc>
        <w:tcPr>
          <w:tcW w:w="1021" w:type="dxa"/>
          <w:vAlign w:val="bottom"/>
        </w:tcPr>
        <w:p w14:paraId="2377F895" w14:textId="77777777" w:rsidR="004E6C49" w:rsidRPr="00B8518B" w:rsidRDefault="004E6C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4E6C49" w:rsidRPr="00DD4862" w:rsidRDefault="004E6C49" w:rsidP="00F13FDA">
          <w:pPr>
            <w:pStyle w:val="Zpatvlevo"/>
            <w:rPr>
              <w:b/>
            </w:rPr>
          </w:pPr>
          <w:r>
            <w:rPr>
              <w:b/>
            </w:rPr>
            <w:t>Příloha č. 8</w:t>
          </w:r>
        </w:p>
        <w:p w14:paraId="1E39C316" w14:textId="77777777" w:rsidR="004E6C49" w:rsidRDefault="004E6C49" w:rsidP="00F13FDA">
          <w:pPr>
            <w:pStyle w:val="Zpatvlevo"/>
          </w:pPr>
          <w:r w:rsidRPr="00B41CFD">
            <w:t>Smlouva o dílo</w:t>
          </w:r>
        </w:p>
        <w:p w14:paraId="28FDDA84" w14:textId="77777777" w:rsidR="004E6C49" w:rsidRPr="003462EB" w:rsidRDefault="004E6C49" w:rsidP="00F13FDA">
          <w:pPr>
            <w:pStyle w:val="Zpatvlevo"/>
          </w:pPr>
          <w:r w:rsidRPr="00B41CFD">
            <w:t>Zhotovení stavby</w:t>
          </w:r>
        </w:p>
      </w:tc>
    </w:tr>
  </w:tbl>
  <w:p w14:paraId="0ADADF31" w14:textId="77777777" w:rsidR="004E6C49" w:rsidRPr="00F13FDA" w:rsidRDefault="004E6C4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1DF45F21" w14:textId="77777777" w:rsidTr="00A0271B">
      <w:tc>
        <w:tcPr>
          <w:tcW w:w="0" w:type="auto"/>
          <w:tcMar>
            <w:left w:w="0" w:type="dxa"/>
            <w:right w:w="0" w:type="dxa"/>
          </w:tcMar>
          <w:vAlign w:val="bottom"/>
        </w:tcPr>
        <w:p w14:paraId="69C81C97" w14:textId="77777777" w:rsidR="004E6C49" w:rsidRPr="00DD4862" w:rsidRDefault="004E6C49" w:rsidP="00A0271B">
          <w:pPr>
            <w:pStyle w:val="Zpatvpravo"/>
            <w:rPr>
              <w:b/>
            </w:rPr>
          </w:pPr>
          <w:r w:rsidRPr="00DD4862">
            <w:rPr>
              <w:b/>
            </w:rPr>
            <w:t xml:space="preserve">Příloha č. </w:t>
          </w:r>
          <w:r>
            <w:rPr>
              <w:b/>
            </w:rPr>
            <w:t>8</w:t>
          </w:r>
        </w:p>
        <w:p w14:paraId="3CFDBF0C" w14:textId="77777777" w:rsidR="004E6C49" w:rsidRPr="003462EB" w:rsidRDefault="004E6C49" w:rsidP="00A0271B">
          <w:pPr>
            <w:pStyle w:val="Zpatvpravo"/>
          </w:pPr>
          <w:r>
            <w:t>Smlouva o dílo</w:t>
          </w:r>
        </w:p>
        <w:p w14:paraId="6D97024D" w14:textId="77777777" w:rsidR="004E6C49" w:rsidRPr="003462EB" w:rsidRDefault="004E6C49" w:rsidP="00A0271B">
          <w:pPr>
            <w:pStyle w:val="Zpatvpravo"/>
            <w:rPr>
              <w:rStyle w:val="slostrnky"/>
              <w:b w:val="0"/>
              <w:color w:val="auto"/>
              <w:sz w:val="12"/>
            </w:rPr>
          </w:pPr>
          <w:r w:rsidRPr="003462EB">
            <w:t xml:space="preserve">Zhotovení stavby </w:t>
          </w:r>
        </w:p>
      </w:tc>
      <w:tc>
        <w:tcPr>
          <w:tcW w:w="1021" w:type="dxa"/>
          <w:vAlign w:val="bottom"/>
        </w:tcPr>
        <w:p w14:paraId="55404719" w14:textId="00F864B5" w:rsidR="004E6C49" w:rsidRPr="009E09BE" w:rsidRDefault="004E6C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51611">
            <w:rPr>
              <w:rStyle w:val="slostrnky"/>
              <w:noProof/>
            </w:rPr>
            <w:t>1</w:t>
          </w:r>
          <w:r>
            <w:rPr>
              <w:rStyle w:val="slostrnky"/>
            </w:rPr>
            <w:fldChar w:fldCharType="end"/>
          </w:r>
        </w:p>
      </w:tc>
    </w:tr>
  </w:tbl>
  <w:p w14:paraId="42F22EAF" w14:textId="77777777" w:rsidR="004E6C49" w:rsidRPr="00B8518B" w:rsidRDefault="004E6C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61B9723A" w14:textId="77777777" w:rsidTr="00F13FDA">
      <w:tc>
        <w:tcPr>
          <w:tcW w:w="0" w:type="auto"/>
          <w:tcMar>
            <w:left w:w="0" w:type="dxa"/>
            <w:right w:w="0" w:type="dxa"/>
          </w:tcMar>
          <w:vAlign w:val="bottom"/>
        </w:tcPr>
        <w:p w14:paraId="1A079BB1" w14:textId="77777777" w:rsidR="004E6C49" w:rsidRPr="003462EB" w:rsidRDefault="004E6C49" w:rsidP="00F13FDA">
          <w:pPr>
            <w:pStyle w:val="Zpatvpravo"/>
          </w:pPr>
          <w:r>
            <w:t>Smlouva o dílo</w:t>
          </w:r>
        </w:p>
        <w:p w14:paraId="30EC88B4" w14:textId="77777777" w:rsidR="004E6C49" w:rsidRPr="003462EB" w:rsidRDefault="004E6C49" w:rsidP="00F13FDA">
          <w:pPr>
            <w:pStyle w:val="Zpatvpravo"/>
            <w:rPr>
              <w:rStyle w:val="slostrnky"/>
              <w:b w:val="0"/>
              <w:color w:val="auto"/>
              <w:sz w:val="12"/>
            </w:rPr>
          </w:pPr>
          <w:r>
            <w:t xml:space="preserve">Zhotovení stavby </w:t>
          </w:r>
        </w:p>
      </w:tc>
      <w:tc>
        <w:tcPr>
          <w:tcW w:w="1021" w:type="dxa"/>
          <w:vAlign w:val="bottom"/>
        </w:tcPr>
        <w:p w14:paraId="7D452C17" w14:textId="77777777" w:rsidR="004E6C49" w:rsidRPr="009E09BE" w:rsidRDefault="004E6C49"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4E6C49" w:rsidRPr="00B8518B" w:rsidRDefault="004E6C4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4198F7DA" w14:textId="77777777" w:rsidTr="00F13FDA">
      <w:tc>
        <w:tcPr>
          <w:tcW w:w="1021" w:type="dxa"/>
          <w:vAlign w:val="bottom"/>
        </w:tcPr>
        <w:p w14:paraId="4ED50C8D" w14:textId="5440D7EA" w:rsidR="004E6C49" w:rsidRPr="00B8518B" w:rsidRDefault="004E6C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51611">
            <w:rPr>
              <w:rStyle w:val="slostrnky"/>
              <w:noProof/>
            </w:rPr>
            <w:t>4</w:t>
          </w:r>
          <w:r>
            <w:rPr>
              <w:rStyle w:val="slostrnky"/>
            </w:rPr>
            <w:fldChar w:fldCharType="end"/>
          </w:r>
        </w:p>
      </w:tc>
      <w:tc>
        <w:tcPr>
          <w:tcW w:w="0" w:type="auto"/>
          <w:vAlign w:val="bottom"/>
        </w:tcPr>
        <w:p w14:paraId="5E4F6047" w14:textId="6FB7A5B1" w:rsidR="004E6C49" w:rsidRPr="00DD4862" w:rsidRDefault="004E6C49" w:rsidP="00F13FDA">
          <w:pPr>
            <w:pStyle w:val="Zpatvlevo"/>
            <w:rPr>
              <w:b/>
            </w:rPr>
          </w:pPr>
          <w:r>
            <w:rPr>
              <w:b/>
            </w:rPr>
            <w:t>Příloha č. 10</w:t>
          </w:r>
        </w:p>
        <w:p w14:paraId="262D6294" w14:textId="77777777" w:rsidR="004E6C49" w:rsidRDefault="004E6C49" w:rsidP="00F13FDA">
          <w:pPr>
            <w:pStyle w:val="Zpatvlevo"/>
          </w:pPr>
          <w:r w:rsidRPr="00B41CFD">
            <w:t>Smlouva o dílo</w:t>
          </w:r>
        </w:p>
        <w:p w14:paraId="362B98FD" w14:textId="77777777" w:rsidR="004E6C49" w:rsidRPr="003462EB" w:rsidRDefault="004E6C49" w:rsidP="00F13FDA">
          <w:pPr>
            <w:pStyle w:val="Zpatvlevo"/>
          </w:pPr>
          <w:r w:rsidRPr="00B41CFD">
            <w:t>Zhotovení stavby</w:t>
          </w:r>
        </w:p>
      </w:tc>
    </w:tr>
  </w:tbl>
  <w:p w14:paraId="24694D26" w14:textId="77777777" w:rsidR="004E6C49" w:rsidRPr="00F13FDA" w:rsidRDefault="004E6C4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40445E0C" w14:textId="77777777" w:rsidTr="00A0271B">
      <w:tc>
        <w:tcPr>
          <w:tcW w:w="0" w:type="auto"/>
          <w:tcMar>
            <w:left w:w="0" w:type="dxa"/>
            <w:right w:w="0" w:type="dxa"/>
          </w:tcMar>
          <w:vAlign w:val="bottom"/>
        </w:tcPr>
        <w:p w14:paraId="7697DBCE" w14:textId="77777777" w:rsidR="004E6C49" w:rsidRPr="00DD4862" w:rsidRDefault="004E6C49" w:rsidP="00A0271B">
          <w:pPr>
            <w:pStyle w:val="Zpatvpravo"/>
            <w:rPr>
              <w:b/>
            </w:rPr>
          </w:pPr>
          <w:r w:rsidRPr="00DD4862">
            <w:rPr>
              <w:b/>
            </w:rPr>
            <w:t xml:space="preserve">Příloha č. </w:t>
          </w:r>
          <w:r>
            <w:rPr>
              <w:b/>
            </w:rPr>
            <w:t>9</w:t>
          </w:r>
        </w:p>
        <w:p w14:paraId="3AD85743" w14:textId="77777777" w:rsidR="004E6C49" w:rsidRPr="003462EB" w:rsidRDefault="004E6C49" w:rsidP="00A0271B">
          <w:pPr>
            <w:pStyle w:val="Zpatvpravo"/>
          </w:pPr>
          <w:r>
            <w:t>Smlouva o dílo</w:t>
          </w:r>
        </w:p>
        <w:p w14:paraId="18986EB3" w14:textId="77777777" w:rsidR="004E6C49" w:rsidRPr="003462EB" w:rsidRDefault="004E6C49" w:rsidP="00A0271B">
          <w:pPr>
            <w:pStyle w:val="Zpatvpravo"/>
            <w:rPr>
              <w:rStyle w:val="slostrnky"/>
              <w:b w:val="0"/>
              <w:color w:val="auto"/>
              <w:sz w:val="12"/>
            </w:rPr>
          </w:pPr>
          <w:r w:rsidRPr="003462EB">
            <w:t xml:space="preserve">Zhotovení stavby </w:t>
          </w:r>
        </w:p>
      </w:tc>
      <w:tc>
        <w:tcPr>
          <w:tcW w:w="1021" w:type="dxa"/>
          <w:vAlign w:val="bottom"/>
        </w:tcPr>
        <w:p w14:paraId="2ADB75D6" w14:textId="228A24C7" w:rsidR="004E6C49" w:rsidRPr="009E09BE" w:rsidRDefault="004E6C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51611">
            <w:rPr>
              <w:rStyle w:val="slostrnky"/>
              <w:noProof/>
            </w:rPr>
            <w:t>1</w:t>
          </w:r>
          <w:r>
            <w:rPr>
              <w:rStyle w:val="slostrnky"/>
            </w:rPr>
            <w:fldChar w:fldCharType="end"/>
          </w:r>
        </w:p>
      </w:tc>
    </w:tr>
  </w:tbl>
  <w:p w14:paraId="19D8BAE5" w14:textId="77777777" w:rsidR="004E6C49" w:rsidRPr="00B8518B" w:rsidRDefault="004E6C4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4A95DD34" w14:textId="77777777" w:rsidTr="00A0271B">
      <w:tc>
        <w:tcPr>
          <w:tcW w:w="0" w:type="auto"/>
          <w:tcMar>
            <w:left w:w="0" w:type="dxa"/>
            <w:right w:w="0" w:type="dxa"/>
          </w:tcMar>
          <w:vAlign w:val="bottom"/>
        </w:tcPr>
        <w:p w14:paraId="61393318" w14:textId="77777777" w:rsidR="004E6C49" w:rsidRPr="00DD4862" w:rsidRDefault="004E6C49" w:rsidP="00A0271B">
          <w:pPr>
            <w:pStyle w:val="Zpatvpravo"/>
            <w:rPr>
              <w:b/>
            </w:rPr>
          </w:pPr>
          <w:r w:rsidRPr="00DD4862">
            <w:rPr>
              <w:b/>
            </w:rPr>
            <w:t xml:space="preserve">Příloha č. </w:t>
          </w:r>
          <w:r>
            <w:rPr>
              <w:b/>
            </w:rPr>
            <w:t>10</w:t>
          </w:r>
        </w:p>
        <w:p w14:paraId="6A6A14D4" w14:textId="77777777" w:rsidR="004E6C49" w:rsidRPr="003462EB" w:rsidRDefault="004E6C49" w:rsidP="00A0271B">
          <w:pPr>
            <w:pStyle w:val="Zpatvpravo"/>
          </w:pPr>
          <w:r>
            <w:t>Smlouva o dílo</w:t>
          </w:r>
        </w:p>
        <w:p w14:paraId="02AE058D" w14:textId="77777777" w:rsidR="004E6C49" w:rsidRPr="003462EB" w:rsidRDefault="004E6C49" w:rsidP="00A0271B">
          <w:pPr>
            <w:pStyle w:val="Zpatvpravo"/>
            <w:rPr>
              <w:rStyle w:val="slostrnky"/>
              <w:b w:val="0"/>
              <w:color w:val="auto"/>
              <w:sz w:val="12"/>
            </w:rPr>
          </w:pPr>
          <w:r w:rsidRPr="003462EB">
            <w:t xml:space="preserve">Zhotovení stavby </w:t>
          </w:r>
        </w:p>
      </w:tc>
      <w:tc>
        <w:tcPr>
          <w:tcW w:w="1021" w:type="dxa"/>
          <w:vAlign w:val="bottom"/>
        </w:tcPr>
        <w:p w14:paraId="6917A15A" w14:textId="0B7BA9E3" w:rsidR="004E6C49" w:rsidRPr="009E09BE" w:rsidRDefault="004E6C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51611">
            <w:rPr>
              <w:rStyle w:val="slostrnky"/>
              <w:noProof/>
            </w:rPr>
            <w:t>4</w:t>
          </w:r>
          <w:r>
            <w:rPr>
              <w:rStyle w:val="slostrnky"/>
            </w:rPr>
            <w:fldChar w:fldCharType="end"/>
          </w:r>
        </w:p>
      </w:tc>
    </w:tr>
  </w:tbl>
  <w:p w14:paraId="7253E6C2" w14:textId="77777777" w:rsidR="004E6C49" w:rsidRPr="00B8518B" w:rsidRDefault="004E6C4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4E6C49" w:rsidRPr="00B3350F" w:rsidRDefault="004E6C49"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563593A0" w14:textId="77777777" w:rsidR="004E6C49" w:rsidRPr="00F17CC2" w:rsidRDefault="004E6C49"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623A15E5" w14:textId="77777777" w:rsidTr="00F13FDA">
      <w:tc>
        <w:tcPr>
          <w:tcW w:w="1021" w:type="dxa"/>
          <w:vAlign w:val="bottom"/>
        </w:tcPr>
        <w:p w14:paraId="06901F47" w14:textId="77777777" w:rsidR="004E6C49" w:rsidRPr="00B8518B" w:rsidRDefault="004E6C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4E6C49" w:rsidRPr="00DD4862" w:rsidRDefault="004E6C49" w:rsidP="00F13FDA">
          <w:pPr>
            <w:pStyle w:val="Zpatvlevo"/>
            <w:rPr>
              <w:b/>
            </w:rPr>
          </w:pPr>
          <w:r w:rsidRPr="00DD4862">
            <w:rPr>
              <w:b/>
            </w:rPr>
            <w:t>Příloha č. 1</w:t>
          </w:r>
        </w:p>
        <w:p w14:paraId="16B28FD2" w14:textId="77777777" w:rsidR="004E6C49" w:rsidRDefault="004E6C49" w:rsidP="00F13FDA">
          <w:pPr>
            <w:pStyle w:val="Zpatvlevo"/>
          </w:pPr>
          <w:r w:rsidRPr="00B41CFD">
            <w:t>Smlouva o dílo</w:t>
          </w:r>
        </w:p>
        <w:p w14:paraId="5B4431DF" w14:textId="77777777" w:rsidR="004E6C49" w:rsidRPr="003462EB" w:rsidRDefault="004E6C49" w:rsidP="00F13FDA">
          <w:pPr>
            <w:pStyle w:val="Zpatvlevo"/>
          </w:pPr>
          <w:r w:rsidRPr="00B41CFD">
            <w:t>Zhotovení stavby</w:t>
          </w:r>
        </w:p>
      </w:tc>
    </w:tr>
  </w:tbl>
  <w:p w14:paraId="6966E2E2" w14:textId="77777777" w:rsidR="004E6C49" w:rsidRPr="00F13FDA" w:rsidRDefault="004E6C4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4E6C49" w:rsidRDefault="004E6C4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7202679B" w14:textId="77777777" w:rsidTr="00A0271B">
      <w:tc>
        <w:tcPr>
          <w:tcW w:w="0" w:type="auto"/>
          <w:tcMar>
            <w:left w:w="0" w:type="dxa"/>
            <w:right w:w="0" w:type="dxa"/>
          </w:tcMar>
          <w:vAlign w:val="bottom"/>
        </w:tcPr>
        <w:p w14:paraId="2D19059A" w14:textId="77777777" w:rsidR="004E6C49" w:rsidRPr="00DD4862" w:rsidRDefault="004E6C49" w:rsidP="00A0271B">
          <w:pPr>
            <w:pStyle w:val="Zpatvpravo"/>
            <w:rPr>
              <w:b/>
            </w:rPr>
          </w:pPr>
          <w:r w:rsidRPr="00DD4862">
            <w:rPr>
              <w:b/>
            </w:rPr>
            <w:t>Příloha č. 1</w:t>
          </w:r>
        </w:p>
        <w:p w14:paraId="33F8B0C6" w14:textId="77777777" w:rsidR="004E6C49" w:rsidRPr="003462EB" w:rsidRDefault="004E6C49" w:rsidP="00A0271B">
          <w:pPr>
            <w:pStyle w:val="Zpatvpravo"/>
          </w:pPr>
          <w:r>
            <w:t>Smlouva o dílo</w:t>
          </w:r>
        </w:p>
        <w:p w14:paraId="66A26EE0" w14:textId="77777777" w:rsidR="004E6C49" w:rsidRPr="003462EB" w:rsidRDefault="004E6C49" w:rsidP="00DD4862">
          <w:pPr>
            <w:pStyle w:val="Zpatvpravo"/>
            <w:rPr>
              <w:rStyle w:val="slostrnky"/>
              <w:b w:val="0"/>
              <w:color w:val="auto"/>
              <w:sz w:val="12"/>
            </w:rPr>
          </w:pPr>
          <w:r w:rsidRPr="003462EB">
            <w:t xml:space="preserve">Zhotovení stavby </w:t>
          </w:r>
        </w:p>
      </w:tc>
      <w:tc>
        <w:tcPr>
          <w:tcW w:w="1021" w:type="dxa"/>
          <w:vAlign w:val="bottom"/>
        </w:tcPr>
        <w:p w14:paraId="00846424" w14:textId="0C04A268" w:rsidR="004E6C49" w:rsidRPr="009E09BE" w:rsidRDefault="004E6C4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DC3">
            <w:rPr>
              <w:rStyle w:val="slostrnky"/>
              <w:noProof/>
            </w:rPr>
            <w:t>1</w:t>
          </w:r>
          <w:r>
            <w:rPr>
              <w:rStyle w:val="slostrnky"/>
            </w:rPr>
            <w:fldChar w:fldCharType="end"/>
          </w:r>
        </w:p>
      </w:tc>
    </w:tr>
  </w:tbl>
  <w:p w14:paraId="614D9DCB" w14:textId="77777777" w:rsidR="004E6C49" w:rsidRPr="00B8518B" w:rsidRDefault="004E6C4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6BB79532" w14:textId="77777777" w:rsidTr="00F13FDA">
      <w:tc>
        <w:tcPr>
          <w:tcW w:w="1021" w:type="dxa"/>
          <w:vAlign w:val="bottom"/>
        </w:tcPr>
        <w:p w14:paraId="5961BBDE" w14:textId="77777777" w:rsidR="004E6C49" w:rsidRPr="00B8518B" w:rsidRDefault="004E6C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4E6C49" w:rsidRPr="00DD4862" w:rsidRDefault="004E6C49" w:rsidP="00F13FDA">
          <w:pPr>
            <w:pStyle w:val="Zpatvlevo"/>
            <w:rPr>
              <w:b/>
            </w:rPr>
          </w:pPr>
          <w:r>
            <w:rPr>
              <w:b/>
            </w:rPr>
            <w:t>Příloha č. 2</w:t>
          </w:r>
        </w:p>
        <w:p w14:paraId="2C225177" w14:textId="77777777" w:rsidR="004E6C49" w:rsidRDefault="004E6C49" w:rsidP="00F13FDA">
          <w:pPr>
            <w:pStyle w:val="Zpatvlevo"/>
          </w:pPr>
          <w:r w:rsidRPr="00B41CFD">
            <w:t>Smlouva o dílo</w:t>
          </w:r>
        </w:p>
        <w:p w14:paraId="3B9C06A4" w14:textId="77777777" w:rsidR="004E6C49" w:rsidRPr="003462EB" w:rsidRDefault="004E6C49" w:rsidP="00F13FDA">
          <w:pPr>
            <w:pStyle w:val="Zpatvlevo"/>
          </w:pPr>
          <w:r w:rsidRPr="00B41CFD">
            <w:t>Zhotovení stavby</w:t>
          </w:r>
        </w:p>
      </w:tc>
    </w:tr>
  </w:tbl>
  <w:p w14:paraId="7CE39446" w14:textId="77777777" w:rsidR="004E6C49" w:rsidRPr="00F13FDA" w:rsidRDefault="004E6C4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06F4CFA0" w14:textId="77777777" w:rsidTr="00A0271B">
      <w:tc>
        <w:tcPr>
          <w:tcW w:w="0" w:type="auto"/>
          <w:tcMar>
            <w:left w:w="0" w:type="dxa"/>
            <w:right w:w="0" w:type="dxa"/>
          </w:tcMar>
          <w:vAlign w:val="bottom"/>
        </w:tcPr>
        <w:p w14:paraId="6DA4BBCE" w14:textId="77777777" w:rsidR="004E6C49" w:rsidRPr="00DD4862" w:rsidRDefault="004E6C49" w:rsidP="00A0271B">
          <w:pPr>
            <w:pStyle w:val="Zpatvpravo"/>
            <w:rPr>
              <w:b/>
            </w:rPr>
          </w:pPr>
          <w:r w:rsidRPr="00DD4862">
            <w:rPr>
              <w:b/>
            </w:rPr>
            <w:t>Příloha č. 2</w:t>
          </w:r>
        </w:p>
        <w:p w14:paraId="63C5B430" w14:textId="77777777" w:rsidR="004E6C49" w:rsidRPr="003462EB" w:rsidRDefault="004E6C49" w:rsidP="00A0271B">
          <w:pPr>
            <w:pStyle w:val="Zpatvpravo"/>
          </w:pPr>
          <w:r>
            <w:t>Smlouva o dílo</w:t>
          </w:r>
        </w:p>
        <w:p w14:paraId="329E7413" w14:textId="77777777" w:rsidR="004E6C49" w:rsidRPr="003462EB" w:rsidRDefault="004E6C49" w:rsidP="00A0271B">
          <w:pPr>
            <w:pStyle w:val="Zpatvpravo"/>
            <w:rPr>
              <w:rStyle w:val="slostrnky"/>
              <w:b w:val="0"/>
              <w:color w:val="auto"/>
              <w:sz w:val="12"/>
            </w:rPr>
          </w:pPr>
          <w:r w:rsidRPr="003462EB">
            <w:t xml:space="preserve">Zhotovení stavby </w:t>
          </w:r>
        </w:p>
      </w:tc>
      <w:tc>
        <w:tcPr>
          <w:tcW w:w="1021" w:type="dxa"/>
          <w:vAlign w:val="bottom"/>
        </w:tcPr>
        <w:p w14:paraId="03D7C031" w14:textId="41B5B78E" w:rsidR="004E6C49" w:rsidRPr="009E09BE" w:rsidRDefault="004E6C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DC3">
            <w:rPr>
              <w:rStyle w:val="slostrnky"/>
              <w:noProof/>
            </w:rPr>
            <w:t>1</w:t>
          </w:r>
          <w:r>
            <w:rPr>
              <w:rStyle w:val="slostrnky"/>
            </w:rPr>
            <w:fldChar w:fldCharType="end"/>
          </w:r>
        </w:p>
      </w:tc>
    </w:tr>
  </w:tbl>
  <w:p w14:paraId="78CDECF6" w14:textId="77777777" w:rsidR="004E6C49" w:rsidRPr="00B8518B" w:rsidRDefault="004E6C4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6C49" w:rsidRPr="003462EB" w14:paraId="26BFC03A" w14:textId="77777777" w:rsidTr="00F13FDA">
      <w:tc>
        <w:tcPr>
          <w:tcW w:w="1021" w:type="dxa"/>
          <w:vAlign w:val="bottom"/>
        </w:tcPr>
        <w:p w14:paraId="19F7DC34" w14:textId="77777777" w:rsidR="004E6C49" w:rsidRPr="00B8518B" w:rsidRDefault="004E6C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4E6C49" w:rsidRPr="00DD4862" w:rsidRDefault="004E6C49" w:rsidP="00F13FDA">
          <w:pPr>
            <w:pStyle w:val="Zpatvlevo"/>
            <w:rPr>
              <w:b/>
            </w:rPr>
          </w:pPr>
          <w:r>
            <w:rPr>
              <w:b/>
            </w:rPr>
            <w:t>Příloha č. 3</w:t>
          </w:r>
        </w:p>
        <w:p w14:paraId="016DD3A5" w14:textId="77777777" w:rsidR="004E6C49" w:rsidRDefault="004E6C49" w:rsidP="00F13FDA">
          <w:pPr>
            <w:pStyle w:val="Zpatvlevo"/>
          </w:pPr>
          <w:r w:rsidRPr="00B41CFD">
            <w:t>Smlouva o dílo</w:t>
          </w:r>
        </w:p>
        <w:p w14:paraId="6D5D1371" w14:textId="77777777" w:rsidR="004E6C49" w:rsidRPr="003462EB" w:rsidRDefault="004E6C49" w:rsidP="00F13FDA">
          <w:pPr>
            <w:pStyle w:val="Zpatvlevo"/>
          </w:pPr>
          <w:r w:rsidRPr="00B41CFD">
            <w:t>Zhotovení stavby</w:t>
          </w:r>
        </w:p>
      </w:tc>
    </w:tr>
  </w:tbl>
  <w:p w14:paraId="253E3EEC" w14:textId="77777777" w:rsidR="004E6C49" w:rsidRPr="00F13FDA" w:rsidRDefault="004E6C4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6C49" w:rsidRPr="009E09BE" w14:paraId="15DA904A" w14:textId="77777777" w:rsidTr="00A0271B">
      <w:tc>
        <w:tcPr>
          <w:tcW w:w="0" w:type="auto"/>
          <w:tcMar>
            <w:left w:w="0" w:type="dxa"/>
            <w:right w:w="0" w:type="dxa"/>
          </w:tcMar>
          <w:vAlign w:val="bottom"/>
        </w:tcPr>
        <w:p w14:paraId="15E03450" w14:textId="77777777" w:rsidR="004E6C49" w:rsidRPr="00DD4862" w:rsidRDefault="004E6C49" w:rsidP="00A0271B">
          <w:pPr>
            <w:pStyle w:val="Zpatvpravo"/>
            <w:rPr>
              <w:b/>
            </w:rPr>
          </w:pPr>
          <w:r w:rsidRPr="00DD4862">
            <w:rPr>
              <w:b/>
            </w:rPr>
            <w:t xml:space="preserve">Příloha č. </w:t>
          </w:r>
          <w:r>
            <w:rPr>
              <w:b/>
            </w:rPr>
            <w:t>3</w:t>
          </w:r>
        </w:p>
        <w:p w14:paraId="554399B5" w14:textId="77777777" w:rsidR="004E6C49" w:rsidRPr="003462EB" w:rsidRDefault="004E6C49" w:rsidP="00A0271B">
          <w:pPr>
            <w:pStyle w:val="Zpatvpravo"/>
          </w:pPr>
          <w:r>
            <w:t>Smlouva o dílo</w:t>
          </w:r>
        </w:p>
        <w:p w14:paraId="1D6C9AE2" w14:textId="77777777" w:rsidR="004E6C49" w:rsidRPr="003462EB" w:rsidRDefault="004E6C49" w:rsidP="00A0271B">
          <w:pPr>
            <w:pStyle w:val="Zpatvpravo"/>
            <w:rPr>
              <w:rStyle w:val="slostrnky"/>
              <w:b w:val="0"/>
              <w:color w:val="auto"/>
              <w:sz w:val="12"/>
            </w:rPr>
          </w:pPr>
          <w:r w:rsidRPr="003462EB">
            <w:t xml:space="preserve">Zhotovení stavby </w:t>
          </w:r>
        </w:p>
      </w:tc>
      <w:tc>
        <w:tcPr>
          <w:tcW w:w="1021" w:type="dxa"/>
          <w:vAlign w:val="bottom"/>
        </w:tcPr>
        <w:p w14:paraId="6A7E99AE" w14:textId="4D67F358" w:rsidR="004E6C49" w:rsidRPr="009E09BE" w:rsidRDefault="004E6C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DC3">
            <w:rPr>
              <w:rStyle w:val="slostrnky"/>
              <w:noProof/>
            </w:rPr>
            <w:t>1</w:t>
          </w:r>
          <w:r>
            <w:rPr>
              <w:rStyle w:val="slostrnky"/>
            </w:rPr>
            <w:fldChar w:fldCharType="end"/>
          </w:r>
        </w:p>
      </w:tc>
    </w:tr>
  </w:tbl>
  <w:p w14:paraId="7CDE25D2" w14:textId="77777777" w:rsidR="004E6C49" w:rsidRPr="00B8518B" w:rsidRDefault="004E6C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18E41" w14:textId="77777777" w:rsidR="00142666" w:rsidRDefault="00142666" w:rsidP="00962258">
      <w:pPr>
        <w:spacing w:after="0" w:line="240" w:lineRule="auto"/>
      </w:pPr>
      <w:r>
        <w:separator/>
      </w:r>
    </w:p>
  </w:footnote>
  <w:footnote w:type="continuationSeparator" w:id="0">
    <w:p w14:paraId="01257C35" w14:textId="77777777" w:rsidR="00142666" w:rsidRDefault="001426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6C49" w14:paraId="5406CBC7" w14:textId="77777777" w:rsidTr="00B22106">
      <w:trPr>
        <w:trHeight w:hRule="exact" w:val="936"/>
      </w:trPr>
      <w:tc>
        <w:tcPr>
          <w:tcW w:w="1361" w:type="dxa"/>
          <w:tcMar>
            <w:left w:w="0" w:type="dxa"/>
            <w:right w:w="0" w:type="dxa"/>
          </w:tcMar>
        </w:tcPr>
        <w:p w14:paraId="12A47655" w14:textId="77777777" w:rsidR="004E6C49" w:rsidRPr="00B8518B" w:rsidRDefault="004E6C49" w:rsidP="00FC6389">
          <w:pPr>
            <w:pStyle w:val="Zpat"/>
            <w:rPr>
              <w:rStyle w:val="slostrnky"/>
            </w:rPr>
          </w:pPr>
        </w:p>
      </w:tc>
      <w:tc>
        <w:tcPr>
          <w:tcW w:w="3458" w:type="dxa"/>
          <w:shd w:val="clear" w:color="auto" w:fill="auto"/>
          <w:tcMar>
            <w:left w:w="0" w:type="dxa"/>
            <w:right w:w="0" w:type="dxa"/>
          </w:tcMar>
        </w:tcPr>
        <w:p w14:paraId="4A5C5386" w14:textId="77777777" w:rsidR="004E6C49" w:rsidRDefault="004E6C49"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4E6C49" w:rsidRPr="00D6163D" w:rsidRDefault="004E6C49" w:rsidP="00FC6389">
          <w:pPr>
            <w:pStyle w:val="Druhdokumentu"/>
          </w:pPr>
        </w:p>
      </w:tc>
    </w:tr>
    <w:tr w:rsidR="004E6C49" w14:paraId="545F69CA" w14:textId="77777777" w:rsidTr="00B22106">
      <w:trPr>
        <w:trHeight w:hRule="exact" w:val="936"/>
      </w:trPr>
      <w:tc>
        <w:tcPr>
          <w:tcW w:w="1361" w:type="dxa"/>
          <w:tcMar>
            <w:left w:w="0" w:type="dxa"/>
            <w:right w:w="0" w:type="dxa"/>
          </w:tcMar>
        </w:tcPr>
        <w:p w14:paraId="23C4795F" w14:textId="77777777" w:rsidR="004E6C49" w:rsidRPr="00B8518B" w:rsidRDefault="004E6C49" w:rsidP="00FC6389">
          <w:pPr>
            <w:pStyle w:val="Zpat"/>
            <w:rPr>
              <w:rStyle w:val="slostrnky"/>
            </w:rPr>
          </w:pPr>
        </w:p>
      </w:tc>
      <w:tc>
        <w:tcPr>
          <w:tcW w:w="3458" w:type="dxa"/>
          <w:shd w:val="clear" w:color="auto" w:fill="auto"/>
          <w:tcMar>
            <w:left w:w="0" w:type="dxa"/>
            <w:right w:w="0" w:type="dxa"/>
          </w:tcMar>
        </w:tcPr>
        <w:p w14:paraId="4370F074" w14:textId="77777777" w:rsidR="004E6C49" w:rsidRDefault="004E6C49" w:rsidP="00FC6389">
          <w:pPr>
            <w:pStyle w:val="Zpat"/>
          </w:pPr>
        </w:p>
      </w:tc>
      <w:tc>
        <w:tcPr>
          <w:tcW w:w="5756" w:type="dxa"/>
          <w:shd w:val="clear" w:color="auto" w:fill="auto"/>
          <w:tcMar>
            <w:left w:w="0" w:type="dxa"/>
            <w:right w:w="0" w:type="dxa"/>
          </w:tcMar>
        </w:tcPr>
        <w:p w14:paraId="5EC55BCB" w14:textId="77777777" w:rsidR="004E6C49" w:rsidRPr="00D6163D" w:rsidRDefault="004E6C49" w:rsidP="00FC6389">
          <w:pPr>
            <w:pStyle w:val="Druhdokumentu"/>
          </w:pPr>
        </w:p>
      </w:tc>
    </w:tr>
  </w:tbl>
  <w:p w14:paraId="6B6A4B90" w14:textId="77777777" w:rsidR="004E6C49" w:rsidRPr="00D6163D" w:rsidRDefault="004E6C49" w:rsidP="00FC6389">
    <w:pPr>
      <w:pStyle w:val="Zhlav"/>
      <w:rPr>
        <w:sz w:val="8"/>
        <w:szCs w:val="8"/>
      </w:rPr>
    </w:pPr>
  </w:p>
  <w:p w14:paraId="67E1C3B4" w14:textId="77777777" w:rsidR="004E6C49" w:rsidRPr="00460660" w:rsidRDefault="004E6C4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4E6C49" w:rsidRPr="00D6163D" w:rsidRDefault="004E6C4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4E6C49" w:rsidRPr="00D6163D" w:rsidRDefault="004E6C4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4E6C49" w:rsidRPr="00D6163D" w:rsidRDefault="004E6C4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4E6C49" w:rsidRPr="00D6163D" w:rsidRDefault="004E6C4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4E6C49" w:rsidRPr="00D6163D" w:rsidRDefault="004E6C4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4E6C49" w:rsidRPr="00D6163D" w:rsidRDefault="004E6C4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4E6C49" w:rsidRPr="00D6163D" w:rsidRDefault="004E6C4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4E6C49" w:rsidRPr="00D6163D" w:rsidRDefault="004E6C4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4E6C49" w:rsidRPr="00D6163D" w:rsidRDefault="004E6C4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76125591">
    <w:abstractNumId w:val="4"/>
  </w:num>
  <w:num w:numId="2" w16cid:durableId="1949509537">
    <w:abstractNumId w:val="1"/>
  </w:num>
  <w:num w:numId="3" w16cid:durableId="15117493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66173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5903293">
    <w:abstractNumId w:val="6"/>
  </w:num>
  <w:num w:numId="6" w16cid:durableId="2016374514">
    <w:abstractNumId w:val="8"/>
  </w:num>
  <w:num w:numId="7" w16cid:durableId="2115442458">
    <w:abstractNumId w:val="7"/>
  </w:num>
  <w:num w:numId="8" w16cid:durableId="1181621412">
    <w:abstractNumId w:val="10"/>
  </w:num>
  <w:num w:numId="9" w16cid:durableId="493180568">
    <w:abstractNumId w:val="9"/>
  </w:num>
  <w:num w:numId="10" w16cid:durableId="949505046">
    <w:abstractNumId w:val="5"/>
  </w:num>
  <w:num w:numId="11" w16cid:durableId="1747335112">
    <w:abstractNumId w:val="0"/>
  </w:num>
  <w:num w:numId="12" w16cid:durableId="640891709">
    <w:abstractNumId w:val="3"/>
  </w:num>
  <w:num w:numId="13" w16cid:durableId="202712960">
    <w:abstractNumId w:val="11"/>
  </w:num>
  <w:num w:numId="14" w16cid:durableId="750810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9447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4871497">
    <w:abstractNumId w:val="8"/>
    <w:lvlOverride w:ilvl="0">
      <w:startOverride w:val="1"/>
    </w:lvlOverride>
  </w:num>
  <w:num w:numId="17" w16cid:durableId="465392360">
    <w:abstractNumId w:val="0"/>
    <w:lvlOverride w:ilvl="0">
      <w:startOverride w:val="4"/>
    </w:lvlOverride>
    <w:lvlOverride w:ilvl="1">
      <w:startOverride w:val="13"/>
    </w:lvlOverride>
    <w:lvlOverride w:ilvl="2">
      <w:startOverride w:val="2"/>
    </w:lvlOverride>
  </w:num>
  <w:num w:numId="18" w16cid:durableId="186603931">
    <w:abstractNumId w:val="8"/>
  </w:num>
  <w:num w:numId="19" w16cid:durableId="848956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3425292">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56502"/>
    <w:rsid w:val="00061A46"/>
    <w:rsid w:val="0006588D"/>
    <w:rsid w:val="00065937"/>
    <w:rsid w:val="00067A5E"/>
    <w:rsid w:val="000719BB"/>
    <w:rsid w:val="00071D7C"/>
    <w:rsid w:val="00072A65"/>
    <w:rsid w:val="00072C1E"/>
    <w:rsid w:val="0007798F"/>
    <w:rsid w:val="0008335F"/>
    <w:rsid w:val="00085CFD"/>
    <w:rsid w:val="0008737C"/>
    <w:rsid w:val="00094808"/>
    <w:rsid w:val="00095002"/>
    <w:rsid w:val="00095BF0"/>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E58F9"/>
    <w:rsid w:val="000F4B0E"/>
    <w:rsid w:val="000F523F"/>
    <w:rsid w:val="001003EC"/>
    <w:rsid w:val="001040BB"/>
    <w:rsid w:val="001047D9"/>
    <w:rsid w:val="00106CD8"/>
    <w:rsid w:val="00112864"/>
    <w:rsid w:val="00114472"/>
    <w:rsid w:val="00114988"/>
    <w:rsid w:val="00115069"/>
    <w:rsid w:val="001150F2"/>
    <w:rsid w:val="00120833"/>
    <w:rsid w:val="00123F99"/>
    <w:rsid w:val="001369F9"/>
    <w:rsid w:val="00137224"/>
    <w:rsid w:val="00141B49"/>
    <w:rsid w:val="00142666"/>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13CC"/>
    <w:rsid w:val="00222785"/>
    <w:rsid w:val="00225027"/>
    <w:rsid w:val="00225674"/>
    <w:rsid w:val="00235BBD"/>
    <w:rsid w:val="00237604"/>
    <w:rsid w:val="00240B81"/>
    <w:rsid w:val="0024300A"/>
    <w:rsid w:val="00247D01"/>
    <w:rsid w:val="00247E04"/>
    <w:rsid w:val="00252206"/>
    <w:rsid w:val="00255AE4"/>
    <w:rsid w:val="00255B10"/>
    <w:rsid w:val="00256D92"/>
    <w:rsid w:val="00261A5B"/>
    <w:rsid w:val="00262E5B"/>
    <w:rsid w:val="00267CC8"/>
    <w:rsid w:val="00276AFE"/>
    <w:rsid w:val="00277103"/>
    <w:rsid w:val="002774BB"/>
    <w:rsid w:val="00277FD9"/>
    <w:rsid w:val="002902E1"/>
    <w:rsid w:val="00292222"/>
    <w:rsid w:val="002950DC"/>
    <w:rsid w:val="00296B4A"/>
    <w:rsid w:val="002A3B57"/>
    <w:rsid w:val="002A3CA3"/>
    <w:rsid w:val="002A474D"/>
    <w:rsid w:val="002A7B96"/>
    <w:rsid w:val="002C03CB"/>
    <w:rsid w:val="002C0721"/>
    <w:rsid w:val="002C0FB1"/>
    <w:rsid w:val="002C2B62"/>
    <w:rsid w:val="002C31BF"/>
    <w:rsid w:val="002C4037"/>
    <w:rsid w:val="002C671F"/>
    <w:rsid w:val="002D7FD6"/>
    <w:rsid w:val="002E0CD7"/>
    <w:rsid w:val="002E0CFB"/>
    <w:rsid w:val="002E0E4A"/>
    <w:rsid w:val="002E150F"/>
    <w:rsid w:val="002E3941"/>
    <w:rsid w:val="002E5C7B"/>
    <w:rsid w:val="002E67EC"/>
    <w:rsid w:val="002F31D9"/>
    <w:rsid w:val="002F4333"/>
    <w:rsid w:val="002F6AC2"/>
    <w:rsid w:val="0030003A"/>
    <w:rsid w:val="00311475"/>
    <w:rsid w:val="00313C3C"/>
    <w:rsid w:val="003149C0"/>
    <w:rsid w:val="00315413"/>
    <w:rsid w:val="003171FB"/>
    <w:rsid w:val="00327EEF"/>
    <w:rsid w:val="0033239F"/>
    <w:rsid w:val="00335132"/>
    <w:rsid w:val="0034274B"/>
    <w:rsid w:val="00342DC7"/>
    <w:rsid w:val="0034719F"/>
    <w:rsid w:val="00350A35"/>
    <w:rsid w:val="0035102F"/>
    <w:rsid w:val="003571D8"/>
    <w:rsid w:val="00357BC6"/>
    <w:rsid w:val="00361422"/>
    <w:rsid w:val="00363041"/>
    <w:rsid w:val="00364E52"/>
    <w:rsid w:val="0036774D"/>
    <w:rsid w:val="00371BAB"/>
    <w:rsid w:val="00373D25"/>
    <w:rsid w:val="00374C5A"/>
    <w:rsid w:val="0037545D"/>
    <w:rsid w:val="003767EA"/>
    <w:rsid w:val="00385B90"/>
    <w:rsid w:val="00387F03"/>
    <w:rsid w:val="00392910"/>
    <w:rsid w:val="00392EB6"/>
    <w:rsid w:val="00393E15"/>
    <w:rsid w:val="003956C6"/>
    <w:rsid w:val="003965C2"/>
    <w:rsid w:val="003B14E9"/>
    <w:rsid w:val="003B23D6"/>
    <w:rsid w:val="003B4A16"/>
    <w:rsid w:val="003B68FB"/>
    <w:rsid w:val="003C33F2"/>
    <w:rsid w:val="003D6859"/>
    <w:rsid w:val="003D756E"/>
    <w:rsid w:val="003D7631"/>
    <w:rsid w:val="003D79FF"/>
    <w:rsid w:val="003E420D"/>
    <w:rsid w:val="003E4C13"/>
    <w:rsid w:val="003F2C3E"/>
    <w:rsid w:val="0040283D"/>
    <w:rsid w:val="00405A01"/>
    <w:rsid w:val="0040659D"/>
    <w:rsid w:val="00406E20"/>
    <w:rsid w:val="004078F3"/>
    <w:rsid w:val="00410D15"/>
    <w:rsid w:val="004130B6"/>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6C49"/>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0EB2"/>
    <w:rsid w:val="00553375"/>
    <w:rsid w:val="005544A5"/>
    <w:rsid w:val="005544F2"/>
    <w:rsid w:val="00555884"/>
    <w:rsid w:val="00556AD4"/>
    <w:rsid w:val="005614AC"/>
    <w:rsid w:val="00562209"/>
    <w:rsid w:val="00567759"/>
    <w:rsid w:val="00567E99"/>
    <w:rsid w:val="005736B7"/>
    <w:rsid w:val="00575E5A"/>
    <w:rsid w:val="00580245"/>
    <w:rsid w:val="00580539"/>
    <w:rsid w:val="005807E7"/>
    <w:rsid w:val="00582A82"/>
    <w:rsid w:val="00590C91"/>
    <w:rsid w:val="00595534"/>
    <w:rsid w:val="00595DC3"/>
    <w:rsid w:val="005964D1"/>
    <w:rsid w:val="005A0CD0"/>
    <w:rsid w:val="005A1F44"/>
    <w:rsid w:val="005A34AA"/>
    <w:rsid w:val="005B4616"/>
    <w:rsid w:val="005C6678"/>
    <w:rsid w:val="005D3C39"/>
    <w:rsid w:val="005D6794"/>
    <w:rsid w:val="005E007F"/>
    <w:rsid w:val="005E2425"/>
    <w:rsid w:val="005E31FB"/>
    <w:rsid w:val="005E69D2"/>
    <w:rsid w:val="005E7125"/>
    <w:rsid w:val="005F25D6"/>
    <w:rsid w:val="005F3A8C"/>
    <w:rsid w:val="00600ECE"/>
    <w:rsid w:val="00601A8C"/>
    <w:rsid w:val="00606FE8"/>
    <w:rsid w:val="0061068E"/>
    <w:rsid w:val="006115D3"/>
    <w:rsid w:val="006231B6"/>
    <w:rsid w:val="00623FDC"/>
    <w:rsid w:val="006428D9"/>
    <w:rsid w:val="00650066"/>
    <w:rsid w:val="00651611"/>
    <w:rsid w:val="006517C0"/>
    <w:rsid w:val="00654751"/>
    <w:rsid w:val="00654F4C"/>
    <w:rsid w:val="0065610E"/>
    <w:rsid w:val="00660AD3"/>
    <w:rsid w:val="0067444F"/>
    <w:rsid w:val="006776B6"/>
    <w:rsid w:val="00680C34"/>
    <w:rsid w:val="00691B50"/>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4EB8"/>
    <w:rsid w:val="006D5FB4"/>
    <w:rsid w:val="006D6057"/>
    <w:rsid w:val="006E0578"/>
    <w:rsid w:val="006E1DF8"/>
    <w:rsid w:val="006E314D"/>
    <w:rsid w:val="006E7284"/>
    <w:rsid w:val="006E7799"/>
    <w:rsid w:val="006F4030"/>
    <w:rsid w:val="006F6DDE"/>
    <w:rsid w:val="00704A28"/>
    <w:rsid w:val="00704D1E"/>
    <w:rsid w:val="00710723"/>
    <w:rsid w:val="007145F3"/>
    <w:rsid w:val="00723ED1"/>
    <w:rsid w:val="0072549E"/>
    <w:rsid w:val="00731F47"/>
    <w:rsid w:val="00740AF5"/>
    <w:rsid w:val="00743525"/>
    <w:rsid w:val="007470DC"/>
    <w:rsid w:val="007529A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C70"/>
    <w:rsid w:val="00774FC5"/>
    <w:rsid w:val="0077673A"/>
    <w:rsid w:val="00780051"/>
    <w:rsid w:val="00780B6C"/>
    <w:rsid w:val="007846E1"/>
    <w:rsid w:val="007847D6"/>
    <w:rsid w:val="007853BA"/>
    <w:rsid w:val="0078589A"/>
    <w:rsid w:val="0079233A"/>
    <w:rsid w:val="00795154"/>
    <w:rsid w:val="007A0B40"/>
    <w:rsid w:val="007A1293"/>
    <w:rsid w:val="007A4DA8"/>
    <w:rsid w:val="007A5172"/>
    <w:rsid w:val="007A67A0"/>
    <w:rsid w:val="007A7C23"/>
    <w:rsid w:val="007A7DDE"/>
    <w:rsid w:val="007B0FA3"/>
    <w:rsid w:val="007B3A3D"/>
    <w:rsid w:val="007B3D48"/>
    <w:rsid w:val="007B570C"/>
    <w:rsid w:val="007C3167"/>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D01"/>
    <w:rsid w:val="00825002"/>
    <w:rsid w:val="00825026"/>
    <w:rsid w:val="00826B7B"/>
    <w:rsid w:val="00831AF2"/>
    <w:rsid w:val="0083541D"/>
    <w:rsid w:val="008445AF"/>
    <w:rsid w:val="008447DA"/>
    <w:rsid w:val="00846789"/>
    <w:rsid w:val="00850B67"/>
    <w:rsid w:val="00850E48"/>
    <w:rsid w:val="00852368"/>
    <w:rsid w:val="00866994"/>
    <w:rsid w:val="00883098"/>
    <w:rsid w:val="00884582"/>
    <w:rsid w:val="00887A89"/>
    <w:rsid w:val="0089054E"/>
    <w:rsid w:val="0089098F"/>
    <w:rsid w:val="00892A61"/>
    <w:rsid w:val="008941D9"/>
    <w:rsid w:val="008A3568"/>
    <w:rsid w:val="008A3592"/>
    <w:rsid w:val="008A7656"/>
    <w:rsid w:val="008B286D"/>
    <w:rsid w:val="008B2F29"/>
    <w:rsid w:val="008B44C4"/>
    <w:rsid w:val="008B48D3"/>
    <w:rsid w:val="008C50F3"/>
    <w:rsid w:val="008C7EFE"/>
    <w:rsid w:val="008D03B9"/>
    <w:rsid w:val="008D1836"/>
    <w:rsid w:val="008D30C7"/>
    <w:rsid w:val="008E2446"/>
    <w:rsid w:val="008E6E12"/>
    <w:rsid w:val="008F0D3E"/>
    <w:rsid w:val="008F18D6"/>
    <w:rsid w:val="008F2C9B"/>
    <w:rsid w:val="008F5028"/>
    <w:rsid w:val="008F7242"/>
    <w:rsid w:val="008F797B"/>
    <w:rsid w:val="009040EC"/>
    <w:rsid w:val="00904780"/>
    <w:rsid w:val="0090635B"/>
    <w:rsid w:val="00913311"/>
    <w:rsid w:val="00914256"/>
    <w:rsid w:val="009152C2"/>
    <w:rsid w:val="00922385"/>
    <w:rsid w:val="009223DF"/>
    <w:rsid w:val="00933408"/>
    <w:rsid w:val="00936091"/>
    <w:rsid w:val="00936125"/>
    <w:rsid w:val="00940D8A"/>
    <w:rsid w:val="00942184"/>
    <w:rsid w:val="00946FE9"/>
    <w:rsid w:val="00950FD8"/>
    <w:rsid w:val="00962258"/>
    <w:rsid w:val="00966BE8"/>
    <w:rsid w:val="009672D1"/>
    <w:rsid w:val="009678B7"/>
    <w:rsid w:val="00967D7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01D8"/>
    <w:rsid w:val="00A21A01"/>
    <w:rsid w:val="00A25201"/>
    <w:rsid w:val="00A349C6"/>
    <w:rsid w:val="00A42162"/>
    <w:rsid w:val="00A46584"/>
    <w:rsid w:val="00A50641"/>
    <w:rsid w:val="00A512FE"/>
    <w:rsid w:val="00A530BF"/>
    <w:rsid w:val="00A54211"/>
    <w:rsid w:val="00A6177B"/>
    <w:rsid w:val="00A66136"/>
    <w:rsid w:val="00A66949"/>
    <w:rsid w:val="00A71189"/>
    <w:rsid w:val="00A7146B"/>
    <w:rsid w:val="00A7240B"/>
    <w:rsid w:val="00A7364A"/>
    <w:rsid w:val="00A74DCC"/>
    <w:rsid w:val="00A753ED"/>
    <w:rsid w:val="00A764DE"/>
    <w:rsid w:val="00A77512"/>
    <w:rsid w:val="00A83B31"/>
    <w:rsid w:val="00A84A25"/>
    <w:rsid w:val="00A86DE6"/>
    <w:rsid w:val="00A875F5"/>
    <w:rsid w:val="00A90DB9"/>
    <w:rsid w:val="00A9172B"/>
    <w:rsid w:val="00A944F1"/>
    <w:rsid w:val="00A94C2F"/>
    <w:rsid w:val="00AA3BF0"/>
    <w:rsid w:val="00AA4CBB"/>
    <w:rsid w:val="00AA654A"/>
    <w:rsid w:val="00AA65FA"/>
    <w:rsid w:val="00AA7351"/>
    <w:rsid w:val="00AA7AB8"/>
    <w:rsid w:val="00AB0315"/>
    <w:rsid w:val="00AB5342"/>
    <w:rsid w:val="00AB5F0F"/>
    <w:rsid w:val="00AB70F1"/>
    <w:rsid w:val="00AC65D1"/>
    <w:rsid w:val="00AC720D"/>
    <w:rsid w:val="00AD056F"/>
    <w:rsid w:val="00AD0C7B"/>
    <w:rsid w:val="00AD57AF"/>
    <w:rsid w:val="00AD5F1A"/>
    <w:rsid w:val="00AD6731"/>
    <w:rsid w:val="00AE2C1F"/>
    <w:rsid w:val="00AE4B52"/>
    <w:rsid w:val="00AE57B5"/>
    <w:rsid w:val="00AF0C67"/>
    <w:rsid w:val="00AF0CCF"/>
    <w:rsid w:val="00AF2581"/>
    <w:rsid w:val="00AF3F7D"/>
    <w:rsid w:val="00B008D5"/>
    <w:rsid w:val="00B02F73"/>
    <w:rsid w:val="00B0444D"/>
    <w:rsid w:val="00B05B31"/>
    <w:rsid w:val="00B0619F"/>
    <w:rsid w:val="00B0730C"/>
    <w:rsid w:val="00B1080A"/>
    <w:rsid w:val="00B124E2"/>
    <w:rsid w:val="00B12908"/>
    <w:rsid w:val="00B13A26"/>
    <w:rsid w:val="00B15D0D"/>
    <w:rsid w:val="00B16250"/>
    <w:rsid w:val="00B20BF3"/>
    <w:rsid w:val="00B22106"/>
    <w:rsid w:val="00B371B9"/>
    <w:rsid w:val="00B40FA8"/>
    <w:rsid w:val="00B42F40"/>
    <w:rsid w:val="00B44435"/>
    <w:rsid w:val="00B45DD9"/>
    <w:rsid w:val="00B46F24"/>
    <w:rsid w:val="00B47D17"/>
    <w:rsid w:val="00B5431A"/>
    <w:rsid w:val="00B55EA1"/>
    <w:rsid w:val="00B56C9F"/>
    <w:rsid w:val="00B61E49"/>
    <w:rsid w:val="00B675F5"/>
    <w:rsid w:val="00B67863"/>
    <w:rsid w:val="00B74199"/>
    <w:rsid w:val="00B748CA"/>
    <w:rsid w:val="00B75123"/>
    <w:rsid w:val="00B75861"/>
    <w:rsid w:val="00B75AE9"/>
    <w:rsid w:val="00B75EE1"/>
    <w:rsid w:val="00B77481"/>
    <w:rsid w:val="00B835F7"/>
    <w:rsid w:val="00B836AA"/>
    <w:rsid w:val="00B83806"/>
    <w:rsid w:val="00B83F84"/>
    <w:rsid w:val="00B8518B"/>
    <w:rsid w:val="00B85FE4"/>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67DA6"/>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347"/>
    <w:rsid w:val="00D174FE"/>
    <w:rsid w:val="00D177BC"/>
    <w:rsid w:val="00D21061"/>
    <w:rsid w:val="00D22281"/>
    <w:rsid w:val="00D225A4"/>
    <w:rsid w:val="00D239A6"/>
    <w:rsid w:val="00D30F54"/>
    <w:rsid w:val="00D339BD"/>
    <w:rsid w:val="00D35578"/>
    <w:rsid w:val="00D4108E"/>
    <w:rsid w:val="00D4328E"/>
    <w:rsid w:val="00D4483A"/>
    <w:rsid w:val="00D50FE6"/>
    <w:rsid w:val="00D53DA5"/>
    <w:rsid w:val="00D60CA0"/>
    <w:rsid w:val="00D60F69"/>
    <w:rsid w:val="00D6163D"/>
    <w:rsid w:val="00D701DC"/>
    <w:rsid w:val="00D70DE8"/>
    <w:rsid w:val="00D711A4"/>
    <w:rsid w:val="00D82A67"/>
    <w:rsid w:val="00D831A3"/>
    <w:rsid w:val="00D97BE3"/>
    <w:rsid w:val="00DA3042"/>
    <w:rsid w:val="00DA319E"/>
    <w:rsid w:val="00DA3711"/>
    <w:rsid w:val="00DB26A0"/>
    <w:rsid w:val="00DC5DFB"/>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2717"/>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B6951"/>
    <w:rsid w:val="00EC4504"/>
    <w:rsid w:val="00ED14BD"/>
    <w:rsid w:val="00EE4A97"/>
    <w:rsid w:val="00EE7A4C"/>
    <w:rsid w:val="00EF6D64"/>
    <w:rsid w:val="00F016C7"/>
    <w:rsid w:val="00F1059E"/>
    <w:rsid w:val="00F12DEC"/>
    <w:rsid w:val="00F13FDA"/>
    <w:rsid w:val="00F1715C"/>
    <w:rsid w:val="00F17CC2"/>
    <w:rsid w:val="00F21E6B"/>
    <w:rsid w:val="00F255BC"/>
    <w:rsid w:val="00F2762B"/>
    <w:rsid w:val="00F310F8"/>
    <w:rsid w:val="00F3496C"/>
    <w:rsid w:val="00F35939"/>
    <w:rsid w:val="00F3642E"/>
    <w:rsid w:val="00F40901"/>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88B"/>
    <w:rsid w:val="00F86BA6"/>
    <w:rsid w:val="00F90AA6"/>
    <w:rsid w:val="00F95FBD"/>
    <w:rsid w:val="00F96C8D"/>
    <w:rsid w:val="00FA5E56"/>
    <w:rsid w:val="00FB464D"/>
    <w:rsid w:val="00FB504B"/>
    <w:rsid w:val="00FB6342"/>
    <w:rsid w:val="00FC2348"/>
    <w:rsid w:val="00FC3988"/>
    <w:rsid w:val="00FC6389"/>
    <w:rsid w:val="00FD1109"/>
    <w:rsid w:val="00FE023E"/>
    <w:rsid w:val="00FE6AEC"/>
    <w:rsid w:val="00FF3B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3360D2-BFC0-45DE-B945-59EFB63CAF9F}">
  <ds:schemaRefs>
    <ds:schemaRef ds:uri="http://schemas.openxmlformats.org/officeDocument/2006/bibliography"/>
  </ds:schemaRefs>
</ds:datastoreItem>
</file>

<file path=customXml/itemProps2.xml><?xml version="1.0" encoding="utf-8"?>
<ds:datastoreItem xmlns:ds="http://schemas.openxmlformats.org/officeDocument/2006/customXml" ds:itemID="{94905CEA-9FD7-45E0-A9F4-3CBD06608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SOD_R_29-23_podlimitní.dotx</Template>
  <TotalTime>24</TotalTime>
  <Pages>36</Pages>
  <Words>6297</Words>
  <Characters>37155</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Pluhařová Lenka</cp:lastModifiedBy>
  <cp:revision>18</cp:revision>
  <cp:lastPrinted>2023-04-25T11:25:00Z</cp:lastPrinted>
  <dcterms:created xsi:type="dcterms:W3CDTF">2024-06-25T06:41:00Z</dcterms:created>
  <dcterms:modified xsi:type="dcterms:W3CDTF">2024-06-28T11:06:00Z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